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06F" w:rsidRPr="0036355E" w:rsidRDefault="00C5506F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506F" w:rsidRPr="0036355E" w:rsidRDefault="00C5506F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506F" w:rsidRPr="00161E78" w:rsidRDefault="00C5506F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C5506F" w:rsidRPr="00161E78" w:rsidRDefault="00C5506F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5506F" w:rsidRPr="00161E78" w:rsidRDefault="00C5506F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5506F" w:rsidRPr="00161E78" w:rsidRDefault="00C5506F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506F" w:rsidRPr="00161E78" w:rsidRDefault="00C5506F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14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5506F" w:rsidRPr="00161E78" w:rsidRDefault="00C5506F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5506F" w:rsidRPr="00161E78" w:rsidRDefault="00C5506F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506F" w:rsidRDefault="00C5506F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21 октября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53</w:t>
      </w: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06F" w:rsidRPr="00161E78" w:rsidRDefault="00C5506F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5506F" w:rsidRPr="00161E78" w:rsidRDefault="00C5506F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C5506F" w:rsidRDefault="00C5506F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C5506F" w:rsidRDefault="00C5506F" w:rsidP="006E5DDE">
      <w:pPr>
        <w:jc w:val="center"/>
        <w:rPr>
          <w:rFonts w:ascii="Times New Roman" w:hAnsi="Times New Roman" w:cs="Times New Roman"/>
        </w:rPr>
      </w:pPr>
    </w:p>
    <w:p w:rsidR="00C5506F" w:rsidRDefault="00C5506F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C5506F" w:rsidRPr="009D58BB">
        <w:trPr>
          <w:trHeight w:val="1097"/>
        </w:trPr>
        <w:tc>
          <w:tcPr>
            <w:tcW w:w="9016" w:type="dxa"/>
          </w:tcPr>
          <w:p w:rsidR="00C5506F" w:rsidRDefault="00C550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C5506F" w:rsidRPr="009D58BB" w:rsidRDefault="00C550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5506F" w:rsidRPr="009D58BB" w:rsidRDefault="00C550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5506F" w:rsidRDefault="00C5506F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C5506F" w:rsidRPr="00525406" w:rsidRDefault="00C5506F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C5506F" w:rsidRPr="00525406" w:rsidRDefault="00C5506F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подпункты 1, 2, 3, 4, пункта 1 в следующей редакции:</w:t>
      </w:r>
    </w:p>
    <w:p w:rsidR="00C5506F" w:rsidRPr="00DD5EF6" w:rsidRDefault="00C5506F" w:rsidP="00525406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C5506F" w:rsidRPr="00DD5EF6" w:rsidRDefault="00C5506F" w:rsidP="0052540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26 884 852</w:t>
      </w:r>
      <w:r w:rsidRPr="00DD5EF6">
        <w:rPr>
          <w:rFonts w:ascii="Times New Roman" w:hAnsi="Times New Roman" w:cs="Times New Roman"/>
          <w:sz w:val="28"/>
          <w:szCs w:val="28"/>
        </w:rPr>
        <w:t>,04 рублей;</w:t>
      </w:r>
    </w:p>
    <w:p w:rsidR="00C5506F" w:rsidRDefault="00C5506F" w:rsidP="005254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0FAC"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29 820 017</w:t>
      </w:r>
      <w:r w:rsidRPr="009C0FAC">
        <w:rPr>
          <w:rFonts w:ascii="Times New Roman" w:hAnsi="Times New Roman" w:cs="Times New Roman"/>
          <w:sz w:val="28"/>
          <w:szCs w:val="28"/>
        </w:rPr>
        <w:t>,17 рублей;»</w:t>
      </w:r>
    </w:p>
    <w:p w:rsidR="00C5506F" w:rsidRPr="00525406" w:rsidRDefault="00C5506F" w:rsidP="00525406">
      <w:pPr>
        <w:pStyle w:val="BodyTextIndent"/>
        <w:widowControl w:val="0"/>
        <w:tabs>
          <w:tab w:val="left" w:pos="-5245"/>
          <w:tab w:val="left" w:pos="-5103"/>
        </w:tabs>
        <w:ind w:left="7" w:firstLine="844"/>
        <w:rPr>
          <w:rFonts w:ascii="Times New Roman" w:hAnsi="Times New Roman" w:cs="Times New Roman"/>
        </w:rPr>
      </w:pPr>
      <w:r w:rsidRPr="005254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525406">
        <w:rPr>
          <w:rFonts w:ascii="Times New Roman" w:hAnsi="Times New Roman" w:cs="Times New Roman"/>
        </w:rPr>
        <w:t xml:space="preserve">3) верхний предел муниципального внутреннего долга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на 1 января  2016 года  в  сумме 1 </w:t>
      </w:r>
      <w:r>
        <w:rPr>
          <w:rFonts w:ascii="Times New Roman" w:hAnsi="Times New Roman" w:cs="Times New Roman"/>
        </w:rPr>
        <w:t>3</w:t>
      </w:r>
      <w:r w:rsidRPr="00525406">
        <w:rPr>
          <w:rFonts w:ascii="Times New Roman" w:hAnsi="Times New Roman" w:cs="Times New Roman"/>
        </w:rPr>
        <w:t xml:space="preserve">00 000,00 рублей, в том числе верхний предел долга по муниципальным гарантиям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в сумме 0,00 рублей;»</w:t>
      </w:r>
    </w:p>
    <w:p w:rsidR="00C5506F" w:rsidRPr="00525406" w:rsidRDefault="00C5506F" w:rsidP="00525406">
      <w:pPr>
        <w:pStyle w:val="BodyTextIndent"/>
        <w:widowControl w:val="0"/>
        <w:tabs>
          <w:tab w:val="left" w:pos="1418"/>
        </w:tabs>
        <w:ind w:left="7" w:firstLine="844"/>
        <w:rPr>
          <w:rFonts w:ascii="Times New Roman" w:hAnsi="Times New Roman" w:cs="Times New Roman"/>
        </w:rPr>
      </w:pPr>
      <w:r w:rsidRPr="00525406">
        <w:rPr>
          <w:rFonts w:ascii="Times New Roman" w:hAnsi="Times New Roman" w:cs="Times New Roman"/>
        </w:rPr>
        <w:t xml:space="preserve">4) дефицит бюджета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в сумме </w:t>
      </w:r>
      <w:r>
        <w:rPr>
          <w:rFonts w:ascii="Times New Roman" w:hAnsi="Times New Roman" w:cs="Times New Roman"/>
        </w:rPr>
        <w:t>2 935 165,13</w:t>
      </w:r>
      <w:r w:rsidRPr="00DD5EF6">
        <w:rPr>
          <w:rFonts w:ascii="Times New Roman" w:hAnsi="Times New Roman" w:cs="Times New Roman"/>
        </w:rPr>
        <w:t xml:space="preserve"> </w:t>
      </w:r>
      <w:r w:rsidRPr="00525406">
        <w:rPr>
          <w:rFonts w:ascii="Times New Roman" w:hAnsi="Times New Roman" w:cs="Times New Roman"/>
        </w:rPr>
        <w:t>рублей.»</w:t>
      </w:r>
    </w:p>
    <w:p w:rsidR="00C5506F" w:rsidRPr="00525406" w:rsidRDefault="00C5506F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пункт 22 в следующей редакции:</w:t>
      </w:r>
    </w:p>
    <w:p w:rsidR="00C5506F" w:rsidRDefault="00C5506F" w:rsidP="0052540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«22. Установить предельный объем муниципального долга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 в сумме 1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25406">
        <w:rPr>
          <w:rFonts w:ascii="Times New Roman" w:hAnsi="Times New Roman" w:cs="Times New Roman"/>
          <w:sz w:val="28"/>
          <w:szCs w:val="28"/>
        </w:rPr>
        <w:t>00 000,00 рублей.»</w:t>
      </w:r>
    </w:p>
    <w:p w:rsidR="00C5506F" w:rsidRDefault="00C5506F" w:rsidP="0052540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A408B0">
        <w:rPr>
          <w:rFonts w:ascii="Times New Roman" w:hAnsi="Times New Roman" w:cs="Times New Roman"/>
          <w:sz w:val="28"/>
          <w:szCs w:val="28"/>
        </w:rPr>
        <w:t>декабря 201</w:t>
      </w:r>
      <w:r>
        <w:rPr>
          <w:rFonts w:ascii="Times New Roman" w:hAnsi="Times New Roman" w:cs="Times New Roman"/>
          <w:sz w:val="28"/>
          <w:szCs w:val="28"/>
        </w:rPr>
        <w:t>4 года № 3068</w:t>
      </w:r>
      <w:r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8B0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506F" w:rsidRDefault="00C5506F" w:rsidP="0052540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408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увеличить п</w:t>
      </w:r>
      <w:r w:rsidRPr="00457C32">
        <w:rPr>
          <w:rFonts w:ascii="Times New Roman" w:hAnsi="Times New Roman" w:cs="Times New Roman"/>
          <w:sz w:val="28"/>
          <w:szCs w:val="28"/>
        </w:rPr>
        <w:t>рочие субсидии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в сумме 536 700,00 рублей</w:t>
      </w:r>
      <w:r w:rsidRPr="001342D8">
        <w:rPr>
          <w:rFonts w:ascii="Times New Roman" w:hAnsi="Times New Roman" w:cs="Times New Roman"/>
          <w:sz w:val="28"/>
          <w:szCs w:val="28"/>
        </w:rPr>
        <w:t xml:space="preserve"> </w:t>
      </w:r>
      <w:r w:rsidRPr="0052540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02 «Коммунальное хозяйство»,  целевой статье   65 5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25406">
        <w:rPr>
          <w:rFonts w:ascii="Times New Roman" w:hAnsi="Times New Roman" w:cs="Times New Roman"/>
          <w:sz w:val="28"/>
          <w:szCs w:val="28"/>
        </w:rPr>
        <w:t>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5506F" w:rsidRDefault="00C5506F" w:rsidP="00457C32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с</w:t>
      </w:r>
      <w:r w:rsidRPr="00125128">
        <w:rPr>
          <w:rFonts w:ascii="Times New Roman" w:hAnsi="Times New Roman" w:cs="Times New Roman"/>
          <w:sz w:val="28"/>
          <w:szCs w:val="28"/>
        </w:rPr>
        <w:t xml:space="preserve">убсидии бюджетам сельских поселений на софинансирование капитальных вложений в объекты муниципальной собственности в сумме </w:t>
      </w:r>
      <w:r>
        <w:rPr>
          <w:rFonts w:ascii="Times New Roman" w:hAnsi="Times New Roman" w:cs="Times New Roman"/>
          <w:sz w:val="28"/>
          <w:szCs w:val="28"/>
        </w:rPr>
        <w:t>5 859 900,00 рублей</w:t>
      </w:r>
      <w:r w:rsidRPr="001342D8">
        <w:rPr>
          <w:rFonts w:ascii="Times New Roman" w:hAnsi="Times New Roman" w:cs="Times New Roman"/>
          <w:sz w:val="28"/>
          <w:szCs w:val="28"/>
        </w:rPr>
        <w:t xml:space="preserve"> </w:t>
      </w:r>
      <w:r w:rsidRPr="0052540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02 «Коммунальное хозяйство»,  целевой статье   65 5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25406">
        <w:rPr>
          <w:rFonts w:ascii="Times New Roman" w:hAnsi="Times New Roman" w:cs="Times New Roman"/>
          <w:sz w:val="28"/>
          <w:szCs w:val="28"/>
        </w:rPr>
        <w:t>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506F" w:rsidRPr="00125128" w:rsidRDefault="00C5506F" w:rsidP="00125128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51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125128">
        <w:rPr>
          <w:rFonts w:ascii="Times New Roman" w:hAnsi="Times New Roman" w:cs="Times New Roman"/>
          <w:sz w:val="28"/>
          <w:szCs w:val="28"/>
          <w:lang w:eastAsia="ru-RU"/>
        </w:rPr>
        <w:t>Уве</w:t>
      </w:r>
      <w:r>
        <w:rPr>
          <w:rFonts w:ascii="Times New Roman" w:hAnsi="Times New Roman" w:cs="Times New Roman"/>
          <w:sz w:val="28"/>
          <w:szCs w:val="28"/>
          <w:lang w:eastAsia="ru-RU"/>
        </w:rPr>
        <w:t>личить</w:t>
      </w:r>
      <w:r w:rsidRPr="00125128">
        <w:rPr>
          <w:rFonts w:ascii="Times New Roman" w:hAnsi="Times New Roman" w:cs="Times New Roman"/>
          <w:sz w:val="28"/>
          <w:szCs w:val="28"/>
          <w:lang w:eastAsia="ru-RU"/>
        </w:rPr>
        <w:t xml:space="preserve"> доходную часть бюджета по коду доходов </w:t>
      </w:r>
      <w:r w:rsidRPr="0012512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992 2 07 05030 10 0000 180 «Прочие безвозмездные поступления в бюджеты сельских поселений» в сумме </w:t>
      </w:r>
      <w:r>
        <w:rPr>
          <w:rFonts w:ascii="Times New Roman" w:hAnsi="Times New Roman" w:cs="Times New Roman"/>
          <w:sz w:val="28"/>
          <w:szCs w:val="28"/>
          <w:lang w:eastAsia="ru-RU"/>
        </w:rPr>
        <w:t>1 827 600</w:t>
      </w:r>
      <w:r w:rsidRPr="00125128">
        <w:rPr>
          <w:rFonts w:ascii="Times New Roman" w:hAnsi="Times New Roman" w:cs="Times New Roman"/>
          <w:sz w:val="28"/>
          <w:szCs w:val="28"/>
          <w:lang w:eastAsia="ru-RU"/>
        </w:rPr>
        <w:t xml:space="preserve">,00 рублей. </w:t>
      </w:r>
    </w:p>
    <w:p w:rsidR="00C5506F" w:rsidRDefault="00C5506F" w:rsidP="00644C1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</w:t>
      </w:r>
      <w:r w:rsidRPr="0052540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величить</w:t>
      </w:r>
      <w:r w:rsidRPr="00525406">
        <w:rPr>
          <w:rFonts w:ascii="Times New Roman" w:hAnsi="Times New Roman" w:cs="Times New Roman"/>
          <w:sz w:val="28"/>
          <w:szCs w:val="28"/>
        </w:rPr>
        <w:t xml:space="preserve"> ассигнования в сумме </w:t>
      </w:r>
      <w:r>
        <w:rPr>
          <w:rFonts w:ascii="Times New Roman" w:hAnsi="Times New Roman" w:cs="Times New Roman"/>
          <w:sz w:val="28"/>
          <w:szCs w:val="28"/>
        </w:rPr>
        <w:t>1 827 600,00 рублей</w:t>
      </w:r>
      <w:r w:rsidRPr="00525406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05 02 «Коммунальное хозяйство»,  целевой статье   65 5 8018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506F" w:rsidRPr="00756554" w:rsidRDefault="00C5506F" w:rsidP="00125128">
      <w:pPr>
        <w:widowControl w:val="0"/>
        <w:shd w:val="clear" w:color="auto" w:fill="FFFFFF"/>
        <w:ind w:right="7" w:firstLine="90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756554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в составе источников внутреннего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75655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Белореченского района, перечня статей и видов источников финансирования дефицита бюджета на 2015 год бюджетные кредиты от других бюджетов бюджетной системы Российской Федерации в сумме 1 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56554">
        <w:rPr>
          <w:rFonts w:ascii="Times New Roman" w:hAnsi="Times New Roman" w:cs="Times New Roman"/>
          <w:sz w:val="28"/>
          <w:szCs w:val="28"/>
          <w:lang w:eastAsia="ru-RU"/>
        </w:rPr>
        <w:t>00 000,00 рублей.</w:t>
      </w:r>
    </w:p>
    <w:p w:rsidR="00C5506F" w:rsidRDefault="00C5506F" w:rsidP="00125128">
      <w:pPr>
        <w:widowControl w:val="0"/>
        <w:shd w:val="clear" w:color="auto" w:fill="FFFFFF"/>
        <w:ind w:right="7" w:firstLine="90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0F5181">
        <w:rPr>
          <w:rFonts w:ascii="Times New Roman" w:hAnsi="Times New Roman" w:cs="Times New Roman"/>
          <w:sz w:val="28"/>
          <w:szCs w:val="28"/>
          <w:lang w:eastAsia="ru-RU"/>
        </w:rPr>
        <w:t>Средства бюджетного кредита в сумме 1 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0F5181">
        <w:rPr>
          <w:rFonts w:ascii="Times New Roman" w:hAnsi="Times New Roman" w:cs="Times New Roman"/>
          <w:sz w:val="28"/>
          <w:szCs w:val="28"/>
          <w:lang w:eastAsia="ru-RU"/>
        </w:rPr>
        <w:t>00 000,00 рублей направить</w:t>
      </w:r>
      <w:r>
        <w:rPr>
          <w:rFonts w:ascii="Times New Roman" w:hAnsi="Times New Roman" w:cs="Times New Roman"/>
          <w:sz w:val="28"/>
          <w:szCs w:val="28"/>
          <w:lang w:eastAsia="ru-RU"/>
        </w:rPr>
        <w:t>, в том числе:</w:t>
      </w:r>
    </w:p>
    <w:p w:rsidR="00C5506F" w:rsidRDefault="00C5506F" w:rsidP="00125128">
      <w:pPr>
        <w:widowControl w:val="0"/>
        <w:shd w:val="clear" w:color="auto" w:fill="FFFFFF"/>
        <w:ind w:right="7" w:firstLine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F51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0F5181">
        <w:rPr>
          <w:rFonts w:ascii="Times New Roman" w:hAnsi="Times New Roman" w:cs="Times New Roman"/>
          <w:sz w:val="28"/>
          <w:szCs w:val="28"/>
          <w:lang w:eastAsia="ru-RU"/>
        </w:rPr>
        <w:t xml:space="preserve"> код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0F51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F5181">
        <w:rPr>
          <w:rFonts w:ascii="Times New Roman" w:hAnsi="Times New Roman" w:cs="Times New Roman"/>
          <w:sz w:val="28"/>
          <w:szCs w:val="28"/>
        </w:rPr>
        <w:t xml:space="preserve">раздела, подраздела </w:t>
      </w:r>
      <w:r w:rsidRPr="00525406">
        <w:rPr>
          <w:rFonts w:ascii="Times New Roman" w:hAnsi="Times New Roman" w:cs="Times New Roman"/>
          <w:sz w:val="28"/>
          <w:szCs w:val="28"/>
        </w:rPr>
        <w:t>05 02 «Коммунальное хозяйство»,  целевой статье   65 5 8018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сумме 913 800,00 рублей,</w:t>
      </w:r>
    </w:p>
    <w:p w:rsidR="00C5506F" w:rsidRPr="00CF5DF3" w:rsidRDefault="00C5506F" w:rsidP="00125128">
      <w:pPr>
        <w:widowControl w:val="0"/>
        <w:shd w:val="clear" w:color="auto" w:fill="FFFFFF"/>
        <w:ind w:right="7" w:firstLine="90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целевую статью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D0A0F"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на оказание муниципальн</w:t>
      </w:r>
      <w:r>
        <w:rPr>
          <w:rFonts w:ascii="Times New Roman" w:hAnsi="Times New Roman" w:cs="Times New Roman"/>
          <w:sz w:val="28"/>
          <w:szCs w:val="28"/>
        </w:rPr>
        <w:t>ых услуг в сумме 386 200,00 рублей.</w:t>
      </w:r>
    </w:p>
    <w:p w:rsidR="00C5506F" w:rsidRDefault="00C5506F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 Уменьшить ассигнования в сумме 20 500,00 рублей, предусмотренные</w:t>
      </w:r>
      <w:r w:rsidRPr="00C71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C5506F" w:rsidRPr="00525406" w:rsidRDefault="00C5506F" w:rsidP="0069430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74FA">
        <w:rPr>
          <w:rFonts w:ascii="Times New Roman" w:hAnsi="Times New Roman" w:cs="Times New Roman"/>
          <w:sz w:val="28"/>
          <w:szCs w:val="28"/>
        </w:rPr>
        <w:t>по коду раздела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74FA">
        <w:rPr>
          <w:rFonts w:ascii="Times New Roman" w:hAnsi="Times New Roman" w:cs="Times New Roman"/>
          <w:sz w:val="28"/>
          <w:szCs w:val="28"/>
        </w:rPr>
        <w:t xml:space="preserve"> подраздела </w:t>
      </w: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Pr="007074FA">
        <w:rPr>
          <w:rFonts w:ascii="Times New Roman" w:hAnsi="Times New Roman" w:cs="Times New Roman"/>
          <w:sz w:val="28"/>
          <w:szCs w:val="28"/>
        </w:rPr>
        <w:t>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74FA">
        <w:rPr>
          <w:rFonts w:ascii="Times New Roman" w:hAnsi="Times New Roman" w:cs="Times New Roman"/>
          <w:sz w:val="28"/>
          <w:szCs w:val="28"/>
        </w:rPr>
        <w:t>целевую статью 9920019 «Расходы на обеспечение функций органов местного самоуправления»,</w:t>
      </w:r>
      <w:r>
        <w:rPr>
          <w:rFonts w:ascii="Times New Roman" w:hAnsi="Times New Roman" w:cs="Times New Roman"/>
          <w:sz w:val="28"/>
          <w:szCs w:val="28"/>
        </w:rPr>
        <w:t xml:space="preserve"> виду расходов 200 в сумме 500,00 рублей на оплату штрафа,</w:t>
      </w:r>
    </w:p>
    <w:p w:rsidR="00C5506F" w:rsidRDefault="00C5506F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65FE7">
        <w:rPr>
          <w:rFonts w:ascii="Times New Roman" w:hAnsi="Times New Roman" w:cs="Times New Roman"/>
          <w:sz w:val="28"/>
          <w:szCs w:val="28"/>
        </w:rPr>
        <w:t>50 2 0019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A65FE7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FE7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>» в сумме 20 000,00 рублей,</w:t>
      </w:r>
    </w:p>
    <w:p w:rsidR="00C5506F" w:rsidRDefault="00C5506F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. Увеличить ассигнования в сумме </w:t>
      </w:r>
      <w:r>
        <w:rPr>
          <w:rFonts w:ascii="Times New Roman" w:hAnsi="Times New Roman" w:cs="Times New Roman"/>
          <w:sz w:val="28"/>
          <w:szCs w:val="28"/>
        </w:rPr>
        <w:t>20 500</w:t>
      </w:r>
      <w:r w:rsidRPr="00525406">
        <w:rPr>
          <w:rFonts w:ascii="Times New Roman" w:hAnsi="Times New Roman" w:cs="Times New Roman"/>
          <w:sz w:val="28"/>
          <w:szCs w:val="28"/>
        </w:rPr>
        <w:t xml:space="preserve">,00 рублей, предусмотренные в том числе: </w:t>
      </w:r>
    </w:p>
    <w:p w:rsidR="00C5506F" w:rsidRPr="00525406" w:rsidRDefault="00C5506F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74FA">
        <w:rPr>
          <w:rFonts w:ascii="Times New Roman" w:hAnsi="Times New Roman" w:cs="Times New Roman"/>
          <w:sz w:val="28"/>
          <w:szCs w:val="28"/>
        </w:rPr>
        <w:t>по коду раздела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74FA">
        <w:rPr>
          <w:rFonts w:ascii="Times New Roman" w:hAnsi="Times New Roman" w:cs="Times New Roman"/>
          <w:sz w:val="28"/>
          <w:szCs w:val="28"/>
        </w:rPr>
        <w:t xml:space="preserve"> подраздела </w:t>
      </w: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Pr="007074FA">
        <w:rPr>
          <w:rFonts w:ascii="Times New Roman" w:hAnsi="Times New Roman" w:cs="Times New Roman"/>
          <w:sz w:val="28"/>
          <w:szCs w:val="28"/>
        </w:rPr>
        <w:t>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74FA">
        <w:rPr>
          <w:rFonts w:ascii="Times New Roman" w:hAnsi="Times New Roman" w:cs="Times New Roman"/>
          <w:sz w:val="28"/>
          <w:szCs w:val="28"/>
        </w:rPr>
        <w:t>целевую статью 9920019 «Расходы на обеспечение функций органов местного самоуправления»,</w:t>
      </w:r>
      <w:r>
        <w:rPr>
          <w:rFonts w:ascii="Times New Roman" w:hAnsi="Times New Roman" w:cs="Times New Roman"/>
          <w:sz w:val="28"/>
          <w:szCs w:val="28"/>
        </w:rPr>
        <w:t xml:space="preserve"> виду расходов 800 в сумме 4 000,00 рублей на оплату штрафа,</w:t>
      </w:r>
    </w:p>
    <w:p w:rsidR="00C5506F" w:rsidRPr="00445A46" w:rsidRDefault="00C5506F" w:rsidP="00385842">
      <w:pPr>
        <w:widowControl w:val="0"/>
        <w:tabs>
          <w:tab w:val="left" w:pos="-5103"/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Pr="00525406">
        <w:rPr>
          <w:rFonts w:ascii="Times New Roman" w:hAnsi="Times New Roman" w:cs="Times New Roman"/>
          <w:sz w:val="28"/>
          <w:szCs w:val="28"/>
        </w:rPr>
        <w:t xml:space="preserve"> </w:t>
      </w:r>
      <w:r w:rsidRPr="00445A4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13 01</w:t>
      </w:r>
      <w:r w:rsidRPr="00445A46">
        <w:rPr>
          <w:rFonts w:ascii="Times New Roman" w:hAnsi="Times New Roman" w:cs="Times New Roman"/>
          <w:sz w:val="28"/>
          <w:szCs w:val="28"/>
        </w:rPr>
        <w:t xml:space="preserve"> «</w:t>
      </w:r>
      <w:r w:rsidRPr="00A72F25">
        <w:rPr>
          <w:rFonts w:ascii="Times New Roman" w:hAnsi="Times New Roman" w:cs="Times New Roman"/>
          <w:sz w:val="28"/>
          <w:szCs w:val="28"/>
        </w:rPr>
        <w:t>Обслуживание государственного внутреннего и муниципального долга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коду </w:t>
      </w:r>
      <w:r w:rsidRPr="00445A46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ой статьи</w:t>
      </w:r>
      <w:r w:rsidRPr="00445A46">
        <w:rPr>
          <w:rFonts w:ascii="Times New Roman" w:hAnsi="Times New Roman" w:cs="Times New Roman"/>
          <w:sz w:val="28"/>
          <w:szCs w:val="28"/>
        </w:rPr>
        <w:t xml:space="preserve"> </w:t>
      </w:r>
      <w:r w:rsidRPr="00A72F25">
        <w:rPr>
          <w:rFonts w:ascii="Times New Roman" w:hAnsi="Times New Roman" w:cs="Times New Roman"/>
          <w:sz w:val="28"/>
          <w:szCs w:val="28"/>
        </w:rPr>
        <w:t xml:space="preserve">57 2 1009 </w:t>
      </w:r>
      <w:r w:rsidRPr="00445A46">
        <w:rPr>
          <w:rFonts w:ascii="Times New Roman" w:hAnsi="Times New Roman" w:cs="Times New Roman"/>
          <w:sz w:val="28"/>
          <w:szCs w:val="28"/>
        </w:rPr>
        <w:t>«</w:t>
      </w:r>
      <w:r w:rsidRPr="00A72F25">
        <w:rPr>
          <w:rFonts w:ascii="Times New Roman" w:hAnsi="Times New Roman" w:cs="Times New Roman"/>
          <w:sz w:val="28"/>
          <w:szCs w:val="28"/>
        </w:rPr>
        <w:t>Процентные платежи по муниципальному долгу муниципального образования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виду расходов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45A46">
        <w:rPr>
          <w:rFonts w:ascii="Times New Roman" w:hAnsi="Times New Roman" w:cs="Times New Roman"/>
          <w:sz w:val="28"/>
          <w:szCs w:val="28"/>
        </w:rPr>
        <w:t>00 «</w:t>
      </w:r>
      <w:r w:rsidRPr="00A72F25">
        <w:rPr>
          <w:rFonts w:ascii="Times New Roman" w:hAnsi="Times New Roman" w:cs="Times New Roman"/>
          <w:sz w:val="28"/>
          <w:szCs w:val="28"/>
        </w:rPr>
        <w:t>Обслуживание государственного (муниципального) долга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16 500</w:t>
      </w:r>
      <w:r w:rsidRPr="00E33DD7">
        <w:rPr>
          <w:rFonts w:ascii="Times New Roman" w:hAnsi="Times New Roman" w:cs="Times New Roman"/>
          <w:sz w:val="28"/>
          <w:szCs w:val="28"/>
        </w:rPr>
        <w:t xml:space="preserve">,00 </w:t>
      </w:r>
      <w:r w:rsidRPr="00445A46">
        <w:rPr>
          <w:rFonts w:ascii="Times New Roman" w:hAnsi="Times New Roman" w:cs="Times New Roman"/>
          <w:sz w:val="28"/>
          <w:szCs w:val="28"/>
        </w:rPr>
        <w:t>рубле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C5506F" w:rsidRDefault="00C5506F" w:rsidP="00C83D91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2540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Добавить</w:t>
      </w:r>
      <w:r w:rsidRPr="0052540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 приложением №8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59421D">
        <w:rPr>
          <w:rFonts w:ascii="Times New Roman" w:hAnsi="Times New Roman" w:cs="Times New Roman"/>
          <w:sz w:val="28"/>
          <w:szCs w:val="28"/>
        </w:rPr>
        <w:t>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по объектам в 2015 году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06F" w:rsidRDefault="00C5506F" w:rsidP="00C83D91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Считать приложения № 8-9 соответственно приложениями № 9-10.</w:t>
      </w:r>
    </w:p>
    <w:p w:rsidR="00C5506F" w:rsidRPr="0093387D" w:rsidRDefault="00C5506F" w:rsidP="00FE5F0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1-7,9,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C5506F" w:rsidRPr="00DD5EF6" w:rsidRDefault="00C5506F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12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C5506F" w:rsidRDefault="00C5506F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C5506F" w:rsidRDefault="00C5506F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506F" w:rsidRPr="00DD5EF6" w:rsidRDefault="00C5506F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506F" w:rsidRDefault="00C5506F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5506F" w:rsidRPr="003F0D73" w:rsidRDefault="00C5506F" w:rsidP="003F0D73">
      <w:pPr>
        <w:ind w:right="-1"/>
        <w:rPr>
          <w:rFonts w:ascii="Times New Roman" w:hAnsi="Times New Roman" w:cs="Times New Roman"/>
          <w:sz w:val="28"/>
          <w:szCs w:val="28"/>
        </w:rPr>
      </w:pPr>
      <w:r w:rsidRPr="003F0D73">
        <w:rPr>
          <w:rFonts w:ascii="Times New Roman" w:hAnsi="Times New Roman" w:cs="Times New Roman"/>
          <w:sz w:val="28"/>
          <w:szCs w:val="28"/>
        </w:rPr>
        <w:t xml:space="preserve">Глава  Школьненского сельского           </w:t>
      </w:r>
      <w:r w:rsidRPr="003F0D73">
        <w:rPr>
          <w:rFonts w:ascii="Times New Roman" w:hAnsi="Times New Roman" w:cs="Times New Roman"/>
        </w:rPr>
        <w:t xml:space="preserve">      </w:t>
      </w:r>
      <w:r w:rsidRPr="003F0D73">
        <w:rPr>
          <w:rFonts w:ascii="Times New Roman" w:hAnsi="Times New Roman" w:cs="Times New Roman"/>
          <w:sz w:val="28"/>
          <w:szCs w:val="28"/>
        </w:rPr>
        <w:t>Председатель Совета Школьненского</w:t>
      </w:r>
    </w:p>
    <w:p w:rsidR="00C5506F" w:rsidRPr="003F0D73" w:rsidRDefault="00C5506F" w:rsidP="003F0D73">
      <w:pPr>
        <w:ind w:right="-1"/>
        <w:rPr>
          <w:rFonts w:ascii="Times New Roman" w:hAnsi="Times New Roman" w:cs="Times New Roman"/>
          <w:sz w:val="28"/>
          <w:szCs w:val="28"/>
        </w:rPr>
      </w:pPr>
      <w:r w:rsidRPr="003F0D73"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             сельского поселения </w:t>
      </w:r>
    </w:p>
    <w:p w:rsidR="00C5506F" w:rsidRPr="003F0D73" w:rsidRDefault="00C5506F" w:rsidP="003F0D73">
      <w:pPr>
        <w:ind w:right="-1"/>
        <w:rPr>
          <w:rFonts w:ascii="Times New Roman" w:hAnsi="Times New Roman" w:cs="Times New Roman"/>
          <w:sz w:val="28"/>
          <w:szCs w:val="28"/>
        </w:rPr>
      </w:pPr>
      <w:r w:rsidRPr="003F0D73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Белореченского района</w:t>
      </w:r>
    </w:p>
    <w:p w:rsidR="00C5506F" w:rsidRDefault="00C5506F" w:rsidP="003F0D73">
      <w:pPr>
        <w:pStyle w:val="BodyTextIndent"/>
        <w:ind w:right="-1" w:firstLine="567"/>
        <w:jc w:val="center"/>
      </w:pPr>
    </w:p>
    <w:p w:rsidR="00C5506F" w:rsidRDefault="00C5506F" w:rsidP="003F0D73">
      <w:pPr>
        <w:pStyle w:val="BodyTextIndent"/>
        <w:ind w:right="-1" w:firstLine="567"/>
        <w:jc w:val="center"/>
      </w:pPr>
      <w:r>
        <w:t xml:space="preserve">                                                                                  </w:t>
      </w:r>
    </w:p>
    <w:p w:rsidR="00C5506F" w:rsidRPr="003F0D73" w:rsidRDefault="00C5506F" w:rsidP="003F0D73">
      <w:pPr>
        <w:pStyle w:val="BodyTextIndent"/>
        <w:ind w:right="-1"/>
        <w:rPr>
          <w:rFonts w:ascii="Times New Roman" w:hAnsi="Times New Roman" w:cs="Times New Roman"/>
        </w:rPr>
      </w:pPr>
      <w:r>
        <w:t xml:space="preserve">                          </w:t>
      </w:r>
      <w:r w:rsidRPr="003F0D73">
        <w:rPr>
          <w:rFonts w:ascii="Times New Roman" w:hAnsi="Times New Roman" w:cs="Times New Roman"/>
        </w:rPr>
        <w:t xml:space="preserve">В.Н. Лантратов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3F0D73">
        <w:rPr>
          <w:rFonts w:ascii="Times New Roman" w:hAnsi="Times New Roman" w:cs="Times New Roman"/>
        </w:rPr>
        <w:t>Н.В. Лавриненко</w:t>
      </w:r>
    </w:p>
    <w:p w:rsidR="00C5506F" w:rsidRPr="0034113E" w:rsidRDefault="00C5506F" w:rsidP="003F0D73">
      <w:pPr>
        <w:ind w:left="930" w:hanging="930"/>
        <w:rPr>
          <w:sz w:val="28"/>
          <w:szCs w:val="28"/>
        </w:rPr>
      </w:pPr>
    </w:p>
    <w:p w:rsidR="00C5506F" w:rsidRDefault="00C5506F" w:rsidP="00E449F9">
      <w:pPr>
        <w:tabs>
          <w:tab w:val="left" w:pos="0"/>
          <w:tab w:val="left" w:pos="900"/>
        </w:tabs>
      </w:pPr>
    </w:p>
    <w:p w:rsidR="00C5506F" w:rsidRPr="00203FD5" w:rsidRDefault="00C5506F" w:rsidP="00E449F9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5506F" w:rsidRPr="00203FD5" w:rsidRDefault="00C5506F" w:rsidP="00E449F9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C5506F" w:rsidRPr="00203FD5" w:rsidRDefault="00C5506F" w:rsidP="00E449F9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C5506F" w:rsidRPr="00203FD5" w:rsidRDefault="00C5506F" w:rsidP="00E449F9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от _____________2015 №_____</w:t>
      </w:r>
    </w:p>
    <w:p w:rsidR="00C5506F" w:rsidRPr="00203FD5" w:rsidRDefault="00C5506F" w:rsidP="00E449F9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506F" w:rsidRDefault="00C5506F" w:rsidP="00E449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>О внесении  изменений в решение Совета Школьненского сельского поселения Белореченского района от  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декабря  20</w:t>
      </w: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“О  бюджете Школьненского сельского поселения Белореченского  района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год”</w:t>
      </w:r>
    </w:p>
    <w:p w:rsidR="00C5506F" w:rsidRPr="00203FD5" w:rsidRDefault="00C5506F" w:rsidP="00E449F9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C5506F" w:rsidRPr="00203FD5" w:rsidRDefault="00C5506F" w:rsidP="00E449F9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506F" w:rsidRPr="00203FD5" w:rsidRDefault="00C5506F" w:rsidP="00E449F9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506F" w:rsidRPr="00203FD5" w:rsidRDefault="00C5506F" w:rsidP="00E449F9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9747" w:type="dxa"/>
        <w:tblInd w:w="-106" w:type="dxa"/>
        <w:tblLayout w:type="fixed"/>
        <w:tblLook w:val="00A0"/>
      </w:tblPr>
      <w:tblGrid>
        <w:gridCol w:w="4908"/>
        <w:gridCol w:w="1863"/>
        <w:gridCol w:w="2976"/>
      </w:tblGrid>
      <w:tr w:rsidR="00C5506F" w:rsidRPr="00203FD5">
        <w:trPr>
          <w:cantSplit/>
        </w:trPr>
        <w:tc>
          <w:tcPr>
            <w:tcW w:w="4908" w:type="dxa"/>
          </w:tcPr>
          <w:p w:rsidR="00C5506F" w:rsidRPr="00203FD5" w:rsidRDefault="00C5506F" w:rsidP="009B2E8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C5506F" w:rsidRPr="00203FD5" w:rsidRDefault="00C5506F" w:rsidP="009B2E8D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C5506F" w:rsidRPr="00203FD5" w:rsidRDefault="00C5506F" w:rsidP="009B2E8D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 Леник</w:t>
            </w:r>
          </w:p>
        </w:tc>
      </w:tr>
      <w:tr w:rsidR="00C5506F" w:rsidRPr="00203FD5">
        <w:trPr>
          <w:cantSplit/>
        </w:trPr>
        <w:tc>
          <w:tcPr>
            <w:tcW w:w="4908" w:type="dxa"/>
          </w:tcPr>
          <w:p w:rsidR="00C5506F" w:rsidRPr="00203FD5" w:rsidRDefault="00C5506F" w:rsidP="009B2E8D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C5506F" w:rsidRPr="00203FD5" w:rsidRDefault="00C5506F" w:rsidP="009B2E8D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C5506F" w:rsidRPr="00203FD5" w:rsidRDefault="00C5506F" w:rsidP="009B2E8D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506F" w:rsidRPr="00203FD5">
        <w:trPr>
          <w:cantSplit/>
        </w:trPr>
        <w:tc>
          <w:tcPr>
            <w:tcW w:w="4908" w:type="dxa"/>
          </w:tcPr>
          <w:p w:rsidR="00C5506F" w:rsidRPr="00203FD5" w:rsidRDefault="00C5506F" w:rsidP="009B2E8D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C5506F" w:rsidRPr="00203FD5" w:rsidRDefault="00C5506F" w:rsidP="009B2E8D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C5506F" w:rsidRPr="00203FD5" w:rsidRDefault="00C5506F" w:rsidP="009B2E8D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506F" w:rsidRPr="00203FD5">
        <w:trPr>
          <w:cantSplit/>
        </w:trPr>
        <w:tc>
          <w:tcPr>
            <w:tcW w:w="4908" w:type="dxa"/>
          </w:tcPr>
          <w:p w:rsidR="00C5506F" w:rsidRPr="00203FD5" w:rsidRDefault="00C5506F" w:rsidP="009B2E8D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863" w:type="dxa"/>
          </w:tcPr>
          <w:p w:rsidR="00C5506F" w:rsidRPr="00203FD5" w:rsidRDefault="00C5506F" w:rsidP="009B2E8D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C5506F" w:rsidRPr="00203FD5" w:rsidRDefault="00C5506F" w:rsidP="009B2E8D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506F" w:rsidRPr="00203FD5">
        <w:trPr>
          <w:cantSplit/>
        </w:trPr>
        <w:tc>
          <w:tcPr>
            <w:tcW w:w="4908" w:type="dxa"/>
          </w:tcPr>
          <w:p w:rsidR="00C5506F" w:rsidRPr="003B5708" w:rsidRDefault="00C5506F" w:rsidP="009B2E8D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</w:p>
          <w:p w:rsidR="00C5506F" w:rsidRPr="003B5708" w:rsidRDefault="00C5506F" w:rsidP="009B2E8D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 Белореченский район,</w:t>
            </w:r>
          </w:p>
          <w:p w:rsidR="00C5506F" w:rsidRPr="00203FD5" w:rsidRDefault="00C5506F" w:rsidP="009B2E8D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</w:tc>
        <w:tc>
          <w:tcPr>
            <w:tcW w:w="1863" w:type="dxa"/>
          </w:tcPr>
          <w:p w:rsidR="00C5506F" w:rsidRPr="00203FD5" w:rsidRDefault="00C5506F" w:rsidP="009B2E8D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C5506F" w:rsidRPr="00203FD5" w:rsidRDefault="00C5506F" w:rsidP="009B2E8D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Ю.В. Федорченко</w:t>
            </w:r>
          </w:p>
        </w:tc>
      </w:tr>
    </w:tbl>
    <w:p w:rsidR="00C5506F" w:rsidRPr="00EF127F" w:rsidRDefault="00C5506F" w:rsidP="00E449F9">
      <w:pPr>
        <w:widowControl w:val="0"/>
        <w:tabs>
          <w:tab w:val="right" w:pos="9498"/>
        </w:tabs>
        <w:rPr>
          <w:lang w:eastAsia="ru-RU"/>
        </w:rPr>
      </w:pPr>
    </w:p>
    <w:p w:rsidR="00C5506F" w:rsidRPr="00DD5EF6" w:rsidRDefault="00C5506F" w:rsidP="00E449F9">
      <w:pPr>
        <w:tabs>
          <w:tab w:val="left" w:pos="0"/>
          <w:tab w:val="left" w:pos="900"/>
        </w:tabs>
      </w:pPr>
    </w:p>
    <w:p w:rsidR="00C5506F" w:rsidRDefault="00C5506F" w:rsidP="00845EA5">
      <w:pPr>
        <w:tabs>
          <w:tab w:val="left" w:pos="900"/>
        </w:tabs>
        <w:rPr>
          <w:sz w:val="28"/>
          <w:szCs w:val="28"/>
        </w:rPr>
      </w:pPr>
    </w:p>
    <w:p w:rsidR="00C5506F" w:rsidRDefault="00C5506F" w:rsidP="00845EA5">
      <w:pPr>
        <w:tabs>
          <w:tab w:val="left" w:pos="900"/>
        </w:tabs>
        <w:rPr>
          <w:sz w:val="28"/>
          <w:szCs w:val="28"/>
        </w:rPr>
      </w:pPr>
    </w:p>
    <w:p w:rsidR="00C5506F" w:rsidRDefault="00C5506F" w:rsidP="00845EA5">
      <w:pPr>
        <w:tabs>
          <w:tab w:val="left" w:pos="900"/>
        </w:tabs>
        <w:rPr>
          <w:sz w:val="28"/>
          <w:szCs w:val="28"/>
        </w:rPr>
      </w:pPr>
    </w:p>
    <w:p w:rsidR="00C5506F" w:rsidRDefault="00C5506F" w:rsidP="00845EA5">
      <w:pPr>
        <w:tabs>
          <w:tab w:val="left" w:pos="900"/>
        </w:tabs>
        <w:rPr>
          <w:sz w:val="28"/>
          <w:szCs w:val="28"/>
        </w:rPr>
      </w:pPr>
    </w:p>
    <w:p w:rsidR="00C5506F" w:rsidRDefault="00C5506F" w:rsidP="00532012">
      <w:pPr>
        <w:tabs>
          <w:tab w:val="left" w:pos="0"/>
          <w:tab w:val="left" w:pos="900"/>
        </w:tabs>
      </w:pPr>
    </w:p>
    <w:p w:rsidR="00C5506F" w:rsidRPr="0034113E" w:rsidRDefault="00C5506F" w:rsidP="003F0D73">
      <w:pPr>
        <w:ind w:left="930" w:hanging="930"/>
        <w:rPr>
          <w:sz w:val="28"/>
          <w:szCs w:val="28"/>
        </w:rPr>
      </w:pPr>
    </w:p>
    <w:p w:rsidR="00C5506F" w:rsidRPr="00DD5EF6" w:rsidRDefault="00C5506F" w:rsidP="00532012">
      <w:pPr>
        <w:tabs>
          <w:tab w:val="left" w:pos="0"/>
          <w:tab w:val="left" w:pos="900"/>
        </w:tabs>
      </w:pPr>
    </w:p>
    <w:sectPr w:rsidR="00C5506F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06F" w:rsidRDefault="00C5506F" w:rsidP="00B57B3B">
      <w:r>
        <w:separator/>
      </w:r>
    </w:p>
  </w:endnote>
  <w:endnote w:type="continuationSeparator" w:id="0">
    <w:p w:rsidR="00C5506F" w:rsidRDefault="00C5506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06F" w:rsidRDefault="00C5506F" w:rsidP="00B57B3B">
      <w:r>
        <w:separator/>
      </w:r>
    </w:p>
  </w:footnote>
  <w:footnote w:type="continuationSeparator" w:id="0">
    <w:p w:rsidR="00C5506F" w:rsidRDefault="00C5506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06F" w:rsidRPr="003139BC" w:rsidRDefault="00C5506F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5506F" w:rsidRDefault="00C550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D17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4F4F"/>
    <w:rsid w:val="000A63A2"/>
    <w:rsid w:val="000B0282"/>
    <w:rsid w:val="000B3397"/>
    <w:rsid w:val="000D1831"/>
    <w:rsid w:val="000D36C2"/>
    <w:rsid w:val="000D5EFA"/>
    <w:rsid w:val="000D65D9"/>
    <w:rsid w:val="000F5181"/>
    <w:rsid w:val="00111AC0"/>
    <w:rsid w:val="00113750"/>
    <w:rsid w:val="001177DA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844"/>
    <w:rsid w:val="0016416E"/>
    <w:rsid w:val="00164408"/>
    <w:rsid w:val="00166494"/>
    <w:rsid w:val="00167482"/>
    <w:rsid w:val="00167C70"/>
    <w:rsid w:val="00170F63"/>
    <w:rsid w:val="00181EBA"/>
    <w:rsid w:val="0018377F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03FD5"/>
    <w:rsid w:val="00210A11"/>
    <w:rsid w:val="00221DB4"/>
    <w:rsid w:val="00233C0A"/>
    <w:rsid w:val="00235F46"/>
    <w:rsid w:val="0023657E"/>
    <w:rsid w:val="00237868"/>
    <w:rsid w:val="002449EE"/>
    <w:rsid w:val="002504D7"/>
    <w:rsid w:val="00253C20"/>
    <w:rsid w:val="00271227"/>
    <w:rsid w:val="00271558"/>
    <w:rsid w:val="002849D9"/>
    <w:rsid w:val="00284D12"/>
    <w:rsid w:val="00293E75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39BC"/>
    <w:rsid w:val="003153D4"/>
    <w:rsid w:val="00315D3B"/>
    <w:rsid w:val="00316749"/>
    <w:rsid w:val="00327591"/>
    <w:rsid w:val="00327DA8"/>
    <w:rsid w:val="003372C6"/>
    <w:rsid w:val="0034113E"/>
    <w:rsid w:val="00350C84"/>
    <w:rsid w:val="003542ED"/>
    <w:rsid w:val="00354EBD"/>
    <w:rsid w:val="0036355E"/>
    <w:rsid w:val="003637DC"/>
    <w:rsid w:val="00367577"/>
    <w:rsid w:val="00367F21"/>
    <w:rsid w:val="00371E03"/>
    <w:rsid w:val="003751D0"/>
    <w:rsid w:val="00382920"/>
    <w:rsid w:val="00385842"/>
    <w:rsid w:val="00394308"/>
    <w:rsid w:val="00395B22"/>
    <w:rsid w:val="00397A9A"/>
    <w:rsid w:val="003A0C18"/>
    <w:rsid w:val="003A1637"/>
    <w:rsid w:val="003B5708"/>
    <w:rsid w:val="003B6688"/>
    <w:rsid w:val="003B6C07"/>
    <w:rsid w:val="003B7053"/>
    <w:rsid w:val="003C645A"/>
    <w:rsid w:val="003E4804"/>
    <w:rsid w:val="003F0D73"/>
    <w:rsid w:val="003F181F"/>
    <w:rsid w:val="00410F52"/>
    <w:rsid w:val="0041238D"/>
    <w:rsid w:val="0041759B"/>
    <w:rsid w:val="00420242"/>
    <w:rsid w:val="00427ACA"/>
    <w:rsid w:val="00434016"/>
    <w:rsid w:val="00444314"/>
    <w:rsid w:val="00445A46"/>
    <w:rsid w:val="0045431B"/>
    <w:rsid w:val="00457C32"/>
    <w:rsid w:val="004618F0"/>
    <w:rsid w:val="0046258A"/>
    <w:rsid w:val="004652CD"/>
    <w:rsid w:val="004678AD"/>
    <w:rsid w:val="00477820"/>
    <w:rsid w:val="004846F0"/>
    <w:rsid w:val="00486674"/>
    <w:rsid w:val="004869BB"/>
    <w:rsid w:val="00493F6D"/>
    <w:rsid w:val="00494F5B"/>
    <w:rsid w:val="00497319"/>
    <w:rsid w:val="004A02B8"/>
    <w:rsid w:val="004A259A"/>
    <w:rsid w:val="004A7390"/>
    <w:rsid w:val="004B1AB3"/>
    <w:rsid w:val="004D2096"/>
    <w:rsid w:val="004D3AB9"/>
    <w:rsid w:val="004D5228"/>
    <w:rsid w:val="004D694C"/>
    <w:rsid w:val="004E7737"/>
    <w:rsid w:val="004F324E"/>
    <w:rsid w:val="004F39C5"/>
    <w:rsid w:val="004F777E"/>
    <w:rsid w:val="0050053D"/>
    <w:rsid w:val="00505CF9"/>
    <w:rsid w:val="00507A5E"/>
    <w:rsid w:val="00513217"/>
    <w:rsid w:val="0052009A"/>
    <w:rsid w:val="00521F62"/>
    <w:rsid w:val="00525406"/>
    <w:rsid w:val="00530999"/>
    <w:rsid w:val="00532012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A6B36"/>
    <w:rsid w:val="005B02F1"/>
    <w:rsid w:val="005B1F7F"/>
    <w:rsid w:val="005B231E"/>
    <w:rsid w:val="005C34BC"/>
    <w:rsid w:val="005D6E64"/>
    <w:rsid w:val="005E2006"/>
    <w:rsid w:val="005E3BA4"/>
    <w:rsid w:val="005E7F55"/>
    <w:rsid w:val="005F0BC6"/>
    <w:rsid w:val="005F3F0F"/>
    <w:rsid w:val="00601627"/>
    <w:rsid w:val="006078D7"/>
    <w:rsid w:val="00613DA6"/>
    <w:rsid w:val="006142AF"/>
    <w:rsid w:val="00614C6B"/>
    <w:rsid w:val="00630DD8"/>
    <w:rsid w:val="00640540"/>
    <w:rsid w:val="00644C17"/>
    <w:rsid w:val="00651526"/>
    <w:rsid w:val="00654C50"/>
    <w:rsid w:val="00656F80"/>
    <w:rsid w:val="006602EC"/>
    <w:rsid w:val="006623C0"/>
    <w:rsid w:val="00665A87"/>
    <w:rsid w:val="00666A4B"/>
    <w:rsid w:val="006719EC"/>
    <w:rsid w:val="00676CA9"/>
    <w:rsid w:val="00687224"/>
    <w:rsid w:val="00694304"/>
    <w:rsid w:val="006A182E"/>
    <w:rsid w:val="006A47E2"/>
    <w:rsid w:val="006B2EAF"/>
    <w:rsid w:val="006C1614"/>
    <w:rsid w:val="006D6DDE"/>
    <w:rsid w:val="006D7277"/>
    <w:rsid w:val="006E5DDE"/>
    <w:rsid w:val="007005AD"/>
    <w:rsid w:val="007010A4"/>
    <w:rsid w:val="00701498"/>
    <w:rsid w:val="00701E65"/>
    <w:rsid w:val="007045D2"/>
    <w:rsid w:val="007048B9"/>
    <w:rsid w:val="007074FA"/>
    <w:rsid w:val="00723EB8"/>
    <w:rsid w:val="00727751"/>
    <w:rsid w:val="007413D2"/>
    <w:rsid w:val="00746BF8"/>
    <w:rsid w:val="007511E8"/>
    <w:rsid w:val="00755BDB"/>
    <w:rsid w:val="00756554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70CA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9EF"/>
    <w:rsid w:val="00821F12"/>
    <w:rsid w:val="0082327B"/>
    <w:rsid w:val="00830C6E"/>
    <w:rsid w:val="00831316"/>
    <w:rsid w:val="008318BA"/>
    <w:rsid w:val="00835B3F"/>
    <w:rsid w:val="0084153A"/>
    <w:rsid w:val="00843519"/>
    <w:rsid w:val="00845EA5"/>
    <w:rsid w:val="00854DFD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1035"/>
    <w:rsid w:val="00942409"/>
    <w:rsid w:val="00947449"/>
    <w:rsid w:val="00952021"/>
    <w:rsid w:val="009531FE"/>
    <w:rsid w:val="00957CB9"/>
    <w:rsid w:val="00972EDB"/>
    <w:rsid w:val="0097602B"/>
    <w:rsid w:val="00987858"/>
    <w:rsid w:val="009959A2"/>
    <w:rsid w:val="009A223F"/>
    <w:rsid w:val="009A27D5"/>
    <w:rsid w:val="009A79F8"/>
    <w:rsid w:val="009B2E8D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9F30A2"/>
    <w:rsid w:val="00A044CF"/>
    <w:rsid w:val="00A14C04"/>
    <w:rsid w:val="00A224F0"/>
    <w:rsid w:val="00A33813"/>
    <w:rsid w:val="00A408B0"/>
    <w:rsid w:val="00A518AB"/>
    <w:rsid w:val="00A60D9F"/>
    <w:rsid w:val="00A60FBD"/>
    <w:rsid w:val="00A65FE7"/>
    <w:rsid w:val="00A674A9"/>
    <w:rsid w:val="00A72975"/>
    <w:rsid w:val="00A72F25"/>
    <w:rsid w:val="00A927CD"/>
    <w:rsid w:val="00A969F6"/>
    <w:rsid w:val="00AB4F14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04DC"/>
    <w:rsid w:val="00BE4009"/>
    <w:rsid w:val="00BE528A"/>
    <w:rsid w:val="00BF35DC"/>
    <w:rsid w:val="00C0013F"/>
    <w:rsid w:val="00C02739"/>
    <w:rsid w:val="00C1275F"/>
    <w:rsid w:val="00C32E45"/>
    <w:rsid w:val="00C34742"/>
    <w:rsid w:val="00C351E8"/>
    <w:rsid w:val="00C35EE9"/>
    <w:rsid w:val="00C402FB"/>
    <w:rsid w:val="00C4123E"/>
    <w:rsid w:val="00C54A7C"/>
    <w:rsid w:val="00C5506F"/>
    <w:rsid w:val="00C57BBA"/>
    <w:rsid w:val="00C622E2"/>
    <w:rsid w:val="00C70AF5"/>
    <w:rsid w:val="00C7144F"/>
    <w:rsid w:val="00C83D91"/>
    <w:rsid w:val="00C9011F"/>
    <w:rsid w:val="00C96B0F"/>
    <w:rsid w:val="00CA3691"/>
    <w:rsid w:val="00CA555A"/>
    <w:rsid w:val="00CB0377"/>
    <w:rsid w:val="00CB06B6"/>
    <w:rsid w:val="00CB33DF"/>
    <w:rsid w:val="00CC2119"/>
    <w:rsid w:val="00CC2F3B"/>
    <w:rsid w:val="00CC652E"/>
    <w:rsid w:val="00CD6630"/>
    <w:rsid w:val="00CD6CEB"/>
    <w:rsid w:val="00CE02C6"/>
    <w:rsid w:val="00CE688A"/>
    <w:rsid w:val="00CF35A0"/>
    <w:rsid w:val="00CF5602"/>
    <w:rsid w:val="00CF5DF3"/>
    <w:rsid w:val="00D04F89"/>
    <w:rsid w:val="00D35DB7"/>
    <w:rsid w:val="00D36B4C"/>
    <w:rsid w:val="00D36FFB"/>
    <w:rsid w:val="00D50E4C"/>
    <w:rsid w:val="00D564D9"/>
    <w:rsid w:val="00D57B1F"/>
    <w:rsid w:val="00D60356"/>
    <w:rsid w:val="00D61196"/>
    <w:rsid w:val="00D75AB7"/>
    <w:rsid w:val="00D75C69"/>
    <w:rsid w:val="00D76A25"/>
    <w:rsid w:val="00D775B8"/>
    <w:rsid w:val="00D77D2C"/>
    <w:rsid w:val="00D8186A"/>
    <w:rsid w:val="00D861F5"/>
    <w:rsid w:val="00D874A4"/>
    <w:rsid w:val="00D9336B"/>
    <w:rsid w:val="00D933A2"/>
    <w:rsid w:val="00D96D93"/>
    <w:rsid w:val="00D971DC"/>
    <w:rsid w:val="00DA0532"/>
    <w:rsid w:val="00DB3363"/>
    <w:rsid w:val="00DB7F2B"/>
    <w:rsid w:val="00DC2EED"/>
    <w:rsid w:val="00DC3677"/>
    <w:rsid w:val="00DC67B8"/>
    <w:rsid w:val="00DC7B4C"/>
    <w:rsid w:val="00DD0B16"/>
    <w:rsid w:val="00DD5EF6"/>
    <w:rsid w:val="00DE2915"/>
    <w:rsid w:val="00DF61AC"/>
    <w:rsid w:val="00E00097"/>
    <w:rsid w:val="00E033F2"/>
    <w:rsid w:val="00E04B88"/>
    <w:rsid w:val="00E218DB"/>
    <w:rsid w:val="00E32359"/>
    <w:rsid w:val="00E33DD7"/>
    <w:rsid w:val="00E3589D"/>
    <w:rsid w:val="00E4290A"/>
    <w:rsid w:val="00E43032"/>
    <w:rsid w:val="00E449F9"/>
    <w:rsid w:val="00E5128B"/>
    <w:rsid w:val="00E5217E"/>
    <w:rsid w:val="00E617FC"/>
    <w:rsid w:val="00E6529E"/>
    <w:rsid w:val="00E66445"/>
    <w:rsid w:val="00E66B79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C4EAD"/>
    <w:rsid w:val="00ED4917"/>
    <w:rsid w:val="00EF127F"/>
    <w:rsid w:val="00EF190B"/>
    <w:rsid w:val="00EF5F68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7A9E"/>
    <w:rsid w:val="00F60ECA"/>
    <w:rsid w:val="00F658E0"/>
    <w:rsid w:val="00F718C8"/>
    <w:rsid w:val="00F728A4"/>
    <w:rsid w:val="00F73150"/>
    <w:rsid w:val="00F759CE"/>
    <w:rsid w:val="00F8327A"/>
    <w:rsid w:val="00F843BF"/>
    <w:rsid w:val="00F90BD5"/>
    <w:rsid w:val="00F91EB5"/>
    <w:rsid w:val="00F92F66"/>
    <w:rsid w:val="00FA4C15"/>
    <w:rsid w:val="00FB2285"/>
    <w:rsid w:val="00FC41DD"/>
    <w:rsid w:val="00FC5DE3"/>
    <w:rsid w:val="00FC7B45"/>
    <w:rsid w:val="00FC7BB3"/>
    <w:rsid w:val="00FD0AC5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7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675</TotalTime>
  <Pages>4</Pages>
  <Words>1600</Words>
  <Characters>9126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37</cp:revision>
  <cp:lastPrinted>2015-10-19T14:36:00Z</cp:lastPrinted>
  <dcterms:created xsi:type="dcterms:W3CDTF">2015-01-21T15:24:00Z</dcterms:created>
  <dcterms:modified xsi:type="dcterms:W3CDTF">2015-10-19T14:37:00Z</dcterms:modified>
</cp:coreProperties>
</file>