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B1" w:rsidRPr="00385B24" w:rsidRDefault="008042B1" w:rsidP="00385B2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6" o:title=""/>
          </v:shape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042B1" w:rsidRPr="00161E78" w:rsidRDefault="008042B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8042B1" w:rsidRPr="00161E78" w:rsidRDefault="008042B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8042B1" w:rsidRPr="00161E78" w:rsidRDefault="008042B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042B1" w:rsidRPr="00161E78" w:rsidRDefault="008042B1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42B1" w:rsidRPr="00161E78" w:rsidRDefault="008042B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17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8042B1" w:rsidRPr="00161E78" w:rsidRDefault="008042B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042B1" w:rsidRPr="00161E78" w:rsidRDefault="008042B1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385B24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8042B1" w:rsidRDefault="008042B1" w:rsidP="00385B24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:rsidR="008042B1" w:rsidRPr="00B1432E" w:rsidRDefault="008042B1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8042B1" w:rsidRPr="00B1432E" w:rsidRDefault="008042B1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Белореченского района  на 2016 год </w:t>
      </w:r>
    </w:p>
    <w:p w:rsidR="008042B1" w:rsidRPr="00B1432E" w:rsidRDefault="008042B1" w:rsidP="00DD36E1">
      <w:pPr>
        <w:pStyle w:val="Heading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8042B1" w:rsidRPr="00B1432E" w:rsidRDefault="008042B1" w:rsidP="00DD36E1">
      <w:pPr>
        <w:pStyle w:val="Heading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Законом Краснодарского края от 7 июня 2004 года № 717-КЗ “О местном самоуправлении в Краснодарском крае”,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2016 год: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17 485 500,00 рублей;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17 485 500,00 рублей;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2017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8042B1" w:rsidRPr="0056026D" w:rsidRDefault="008042B1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2016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2016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8042B1" w:rsidRDefault="00804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5. Установить, что добровольные взносы и пожертвования, поступившие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2016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2016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8042B1" w:rsidRPr="0056026D" w:rsidRDefault="008042B1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36 000,00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042B1" w:rsidRDefault="008042B1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42B1" w:rsidRDefault="008042B1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 Принять к сведению, что не использованные по состоянию на 1 января 2016 года остатки межбюджетных трансфертов, полученные в форме субсидий, субвенций и иных межбюджетных трансфертов, имеющих целевое назначение, подлежат возврату в краевой бюджет в сроки и порядке, которые установлены министерством финансов Краснодарского края.</w:t>
      </w:r>
    </w:p>
    <w:p w:rsidR="008042B1" w:rsidRDefault="008042B1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83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1A7483">
        <w:rPr>
          <w:rFonts w:ascii="Times New Roman" w:hAnsi="Times New Roman" w:cs="Times New Roman"/>
          <w:sz w:val="28"/>
          <w:szCs w:val="28"/>
        </w:rPr>
        <w:t>остатки межбюджетных трансфертов, полученны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в форме субсидий и иных межбюджетных трансфертов, имеющи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целевое назначение, не использованные по состоянию на 1 января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A7483">
        <w:rPr>
          <w:rFonts w:ascii="Times New Roman" w:hAnsi="Times New Roman" w:cs="Times New Roman"/>
          <w:sz w:val="28"/>
          <w:szCs w:val="28"/>
        </w:rPr>
        <w:t xml:space="preserve"> года, могут быть направлены в доход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1A7483">
        <w:rPr>
          <w:rFonts w:ascii="Times New Roman" w:hAnsi="Times New Roman" w:cs="Times New Roman"/>
          <w:sz w:val="28"/>
          <w:szCs w:val="28"/>
        </w:rPr>
        <w:t xml:space="preserve">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1A7483">
        <w:rPr>
          <w:rFonts w:ascii="Times New Roman" w:hAnsi="Times New Roman" w:cs="Times New Roman"/>
          <w:sz w:val="28"/>
          <w:szCs w:val="28"/>
        </w:rPr>
        <w:t>трансфертах в порядке, установленном министерством финансов Краснодарского края.</w:t>
      </w:r>
    </w:p>
    <w:p w:rsidR="008042B1" w:rsidRPr="001A7483" w:rsidRDefault="008042B1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2016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8042B1" w:rsidRDefault="008042B1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E80452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42B1" w:rsidRPr="00E80452" w:rsidRDefault="008042B1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14.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8042B1" w:rsidRPr="00E80452" w:rsidRDefault="008042B1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8042B1" w:rsidRPr="00E15763" w:rsidRDefault="008042B1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8042B1" w:rsidRPr="00035659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3 708 900,00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042B1" w:rsidRPr="00E80452" w:rsidRDefault="008042B1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16.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8042B1" w:rsidRPr="00E80452" w:rsidRDefault="008042B1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8042B1" w:rsidRPr="00E80452" w:rsidRDefault="008042B1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8042B1" w:rsidRPr="00E80452" w:rsidRDefault="008042B1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8042B1" w:rsidRPr="00E80452" w:rsidRDefault="008042B1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8042B1" w:rsidRPr="00E80452" w:rsidRDefault="008042B1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8042B1" w:rsidRPr="00E80452" w:rsidRDefault="008042B1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8042B1" w:rsidRPr="00E80452" w:rsidRDefault="008042B1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8042B1" w:rsidRPr="00E80452" w:rsidRDefault="008042B1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8042B1" w:rsidRDefault="008042B1" w:rsidP="00035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8042B1" w:rsidRPr="008F1DE8" w:rsidRDefault="008042B1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2016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Предусмотреть бюджетные ассигнования в целях повышения средней заработной платы отдельным категориям работников бюджетной сферы с 1 января 2016 года в соответствии с указами Президента Российской Федерации от 7 мая 2012 года </w:t>
      </w:r>
      <w:hyperlink r:id="rId13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 xml:space="preserve">"О мероприятиях по реализации государственной социальной политики", от 1 июня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"consultantplus://offline/ref=959A9ECFC9EB69AD12EFBA220E2AE75572FA6A8D6E9F9DAAC3E4E27651l3p4F"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761</w:t>
        </w:r>
      </w:hyperlink>
      <w:r w:rsidRPr="00372823">
        <w:rPr>
          <w:rFonts w:ascii="Times New Roman" w:hAnsi="Times New Roman" w:cs="Times New Roman"/>
          <w:sz w:val="28"/>
          <w:szCs w:val="28"/>
        </w:rPr>
        <w:t xml:space="preserve">"О Национальной стратегии действий в интересах детей на 2012 − 2017 годы" и от 28 декабря 2012 года </w:t>
      </w:r>
      <w:hyperlink r:id="rId15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"consultantplus://offline/ref=959A9ECFC9EB69AD12EFBA220E2AE75572FA6381669C9DAAC3E4E27651l3p4F"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1688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 xml:space="preserve"> некоторых мерах по реализации государственной политики в сфере защиты детей-сирот и детей, оставшихся без попечения родителей".</w:t>
      </w:r>
    </w:p>
    <w:p w:rsidR="008042B1" w:rsidRPr="00D8186A" w:rsidRDefault="008042B1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Школьненского сельского поселения Белореченского района</w:t>
      </w:r>
      <w:r w:rsidRPr="00D8186A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Школьненским сельским поселением Белореченского района.</w:t>
      </w:r>
      <w:r w:rsidRPr="00D8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2B1" w:rsidRPr="00D8186A" w:rsidRDefault="008042B1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6A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поселения Белореченского района.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2016 год согласно приложению 8 к настоящему решению.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</w:t>
      </w:r>
      <w:hyperlink r:id="rId17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2016 год согласно приложению 9 к настоящему решению.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Установить предельный объем муниципального долга Школьненского сельского поселения Белореченского района на 2016 год в сумме 0,00 рублей.</w:t>
      </w:r>
    </w:p>
    <w:p w:rsidR="008042B1" w:rsidRPr="0056026D" w:rsidRDefault="008042B1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Утвердить  в составе расходов на обслуживание муниципального долга Школьненского сельского поселения Белореченского района в 2016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8042B1" w:rsidRDefault="008042B1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24. Установить, что в 2016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8042B1" w:rsidRDefault="008042B1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Опубликовать настоящее решение в средствах массовой информации.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Настоящее решение вступает в силу с 1 января 2016 года. </w:t>
      </w:r>
    </w:p>
    <w:p w:rsidR="008042B1" w:rsidRDefault="0080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2B1" w:rsidRDefault="008042B1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8042B1" w:rsidRDefault="008042B1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            Председатель Совета</w:t>
      </w:r>
    </w:p>
    <w:p w:rsidR="008042B1" w:rsidRDefault="008042B1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                                                  Школьненского сельского поселения</w:t>
      </w: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Белореченского района                                     </w:t>
      </w: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В.Н. Лантратов                                                      Н.В. Лавриненко</w:t>
      </w: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Pr="00203FD5" w:rsidRDefault="008042B1" w:rsidP="00551489">
      <w:pPr>
        <w:pageBreakBefore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2B1" w:rsidRPr="00203FD5" w:rsidRDefault="008042B1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FD5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042B1" w:rsidRPr="00203FD5" w:rsidRDefault="008042B1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FD5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8042B1" w:rsidRPr="00203FD5" w:rsidRDefault="008042B1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FD5">
        <w:rPr>
          <w:rFonts w:ascii="Times New Roman" w:hAnsi="Times New Roman" w:cs="Times New Roman"/>
          <w:sz w:val="28"/>
          <w:szCs w:val="28"/>
        </w:rPr>
        <w:t>от _____________2015 №_____</w:t>
      </w:r>
    </w:p>
    <w:p w:rsidR="008042B1" w:rsidRPr="00203FD5" w:rsidRDefault="008042B1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42B1" w:rsidRPr="00642F9E" w:rsidRDefault="008042B1" w:rsidP="00551489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42F9E">
        <w:rPr>
          <w:rFonts w:ascii="Times New Roman" w:hAnsi="Times New Roman" w:cs="Times New Roman"/>
          <w:b/>
          <w:bCs/>
        </w:rPr>
        <w:t xml:space="preserve">«О бюджете Школьненского сельского поселения </w:t>
      </w:r>
    </w:p>
    <w:p w:rsidR="008042B1" w:rsidRPr="00642F9E" w:rsidRDefault="008042B1" w:rsidP="00551489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42F9E">
        <w:rPr>
          <w:rFonts w:ascii="Times New Roman" w:hAnsi="Times New Roman" w:cs="Times New Roman"/>
          <w:b/>
          <w:bCs/>
        </w:rPr>
        <w:t xml:space="preserve">Белореченского района  на 2016 год» </w:t>
      </w:r>
    </w:p>
    <w:p w:rsidR="008042B1" w:rsidRDefault="008042B1" w:rsidP="0055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2B1" w:rsidRPr="00203FD5" w:rsidRDefault="008042B1" w:rsidP="00642F9E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3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 w:rsidRPr="00203FD5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В.Н. Лантратов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Школьненского                                                           Е.В. Леник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                                      В.Г. Попков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планово-бюджетной комиссии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Школьненского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Г.В. Войченко</w:t>
      </w:r>
    </w:p>
    <w:p w:rsidR="008042B1" w:rsidRDefault="008042B1" w:rsidP="00642F9E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2B1" w:rsidRDefault="008042B1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8042B1" w:rsidSect="000D0552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2B1" w:rsidRDefault="008042B1" w:rsidP="00622B51">
      <w:pPr>
        <w:spacing w:after="0" w:line="240" w:lineRule="auto"/>
      </w:pPr>
      <w:r>
        <w:separator/>
      </w:r>
    </w:p>
  </w:endnote>
  <w:endnote w:type="continuationSeparator" w:id="0">
    <w:p w:rsidR="008042B1" w:rsidRDefault="008042B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2B1" w:rsidRDefault="008042B1" w:rsidP="00622B51">
      <w:pPr>
        <w:spacing w:after="0" w:line="240" w:lineRule="auto"/>
      </w:pPr>
      <w:r>
        <w:separator/>
      </w:r>
    </w:p>
  </w:footnote>
  <w:footnote w:type="continuationSeparator" w:id="0">
    <w:p w:rsidR="008042B1" w:rsidRDefault="008042B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B1" w:rsidRDefault="008042B1">
    <w:pPr>
      <w:pStyle w:val="Header"/>
      <w:jc w:val="center"/>
    </w:pPr>
    <w:fldSimple w:instr=" PAGE   \* MERGEFORMAT ">
      <w:r>
        <w:rPr>
          <w:noProof/>
        </w:rPr>
        <w:t>7</w:t>
      </w:r>
    </w:fldSimple>
  </w:p>
  <w:p w:rsidR="008042B1" w:rsidRDefault="008042B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35659"/>
    <w:rsid w:val="00065459"/>
    <w:rsid w:val="000D0552"/>
    <w:rsid w:val="001017FE"/>
    <w:rsid w:val="00161E78"/>
    <w:rsid w:val="001812D2"/>
    <w:rsid w:val="00191AF7"/>
    <w:rsid w:val="001A7483"/>
    <w:rsid w:val="001B52C5"/>
    <w:rsid w:val="00203FD5"/>
    <w:rsid w:val="00212994"/>
    <w:rsid w:val="00244863"/>
    <w:rsid w:val="002F2094"/>
    <w:rsid w:val="00334654"/>
    <w:rsid w:val="003406BF"/>
    <w:rsid w:val="0036355E"/>
    <w:rsid w:val="00372823"/>
    <w:rsid w:val="00385B24"/>
    <w:rsid w:val="003B5708"/>
    <w:rsid w:val="00401498"/>
    <w:rsid w:val="00425CFD"/>
    <w:rsid w:val="00453C75"/>
    <w:rsid w:val="00485489"/>
    <w:rsid w:val="0049148D"/>
    <w:rsid w:val="004B1905"/>
    <w:rsid w:val="004C46B6"/>
    <w:rsid w:val="004F0FCC"/>
    <w:rsid w:val="0052417E"/>
    <w:rsid w:val="00541144"/>
    <w:rsid w:val="005469B3"/>
    <w:rsid w:val="00551489"/>
    <w:rsid w:val="0056026D"/>
    <w:rsid w:val="005776B3"/>
    <w:rsid w:val="005C573F"/>
    <w:rsid w:val="00622B51"/>
    <w:rsid w:val="00633D68"/>
    <w:rsid w:val="00642F9E"/>
    <w:rsid w:val="00657495"/>
    <w:rsid w:val="006711B2"/>
    <w:rsid w:val="006E2965"/>
    <w:rsid w:val="006E5DDE"/>
    <w:rsid w:val="006F4613"/>
    <w:rsid w:val="006F4CA7"/>
    <w:rsid w:val="0079072F"/>
    <w:rsid w:val="007A5137"/>
    <w:rsid w:val="007A6A15"/>
    <w:rsid w:val="008042B1"/>
    <w:rsid w:val="00811BCB"/>
    <w:rsid w:val="00822C94"/>
    <w:rsid w:val="0082327B"/>
    <w:rsid w:val="00852867"/>
    <w:rsid w:val="0089226F"/>
    <w:rsid w:val="008C61A9"/>
    <w:rsid w:val="008F1DE8"/>
    <w:rsid w:val="00942409"/>
    <w:rsid w:val="00B1432E"/>
    <w:rsid w:val="00B31492"/>
    <w:rsid w:val="00B51942"/>
    <w:rsid w:val="00BA7A27"/>
    <w:rsid w:val="00BC0920"/>
    <w:rsid w:val="00CA69FE"/>
    <w:rsid w:val="00CD738B"/>
    <w:rsid w:val="00D043C0"/>
    <w:rsid w:val="00D344B1"/>
    <w:rsid w:val="00D35B01"/>
    <w:rsid w:val="00D56985"/>
    <w:rsid w:val="00D61532"/>
    <w:rsid w:val="00D8186A"/>
    <w:rsid w:val="00D91A8C"/>
    <w:rsid w:val="00DC6176"/>
    <w:rsid w:val="00DC7343"/>
    <w:rsid w:val="00DD36E1"/>
    <w:rsid w:val="00DD5EF6"/>
    <w:rsid w:val="00E15763"/>
    <w:rsid w:val="00E80452"/>
    <w:rsid w:val="00EF127F"/>
    <w:rsid w:val="00EF1506"/>
    <w:rsid w:val="00F13D70"/>
    <w:rsid w:val="00F7393D"/>
    <w:rsid w:val="00F97390"/>
    <w:rsid w:val="00FA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552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Header">
    <w:name w:val="header"/>
    <w:basedOn w:val="Normal"/>
    <w:link w:val="HeaderChar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22B51"/>
  </w:style>
  <w:style w:type="paragraph" w:styleId="Footer">
    <w:name w:val="footer"/>
    <w:basedOn w:val="Normal"/>
    <w:link w:val="FooterChar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2B51"/>
  </w:style>
  <w:style w:type="paragraph" w:styleId="BalloonText">
    <w:name w:val="Balloon Text"/>
    <w:basedOn w:val="Normal"/>
    <w:link w:val="BalloonTextChar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BA220E2AE75572FB638B6B9D9DAAC3E4E27651l3p4F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BA220E2AE75572FA6381669C9DAAC3E4E27651l3p4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A6A8D6E9F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354</TotalTime>
  <Pages>7</Pages>
  <Words>2801</Words>
  <Characters>15969</Characters>
  <Application>Microsoft Office Outlook</Application>
  <DocSecurity>0</DocSecurity>
  <Lines>0</Lines>
  <Paragraphs>0</Paragraphs>
  <ScaleCrop>false</ScaleCrop>
  <Company>msi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21</cp:revision>
  <cp:lastPrinted>2015-11-27T05:41:00Z</cp:lastPrinted>
  <dcterms:created xsi:type="dcterms:W3CDTF">2015-11-03T11:28:00Z</dcterms:created>
  <dcterms:modified xsi:type="dcterms:W3CDTF">2015-12-16T13:06:00Z</dcterms:modified>
</cp:coreProperties>
</file>