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06" w:rsidRPr="004804BF" w:rsidRDefault="00606E06" w:rsidP="00395B22">
      <w:pPr>
        <w:jc w:val="right"/>
        <w:rPr>
          <w:rFonts w:ascii="Times New Roman" w:hAnsi="Times New Roman" w:cs="Times New Roman"/>
          <w:b/>
          <w:bCs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7pt;width:54pt;height:63.2pt;z-index:251658240">
            <v:imagedata r:id="rId7" o:title=""/>
          </v:shape>
        </w:pict>
      </w:r>
      <w:r w:rsidRPr="004804BF">
        <w:rPr>
          <w:rFonts w:ascii="Times New Roman" w:hAnsi="Times New Roman" w:cs="Times New Roman"/>
          <w:b/>
          <w:bCs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6E06" w:rsidRPr="0036355E" w:rsidRDefault="00606E06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6E06" w:rsidRDefault="00606E0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06E06" w:rsidRPr="00161E78" w:rsidRDefault="00606E0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606E06" w:rsidRPr="00161E78" w:rsidRDefault="00606E0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06E06" w:rsidRPr="00161E78" w:rsidRDefault="00606E0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06E06" w:rsidRPr="00161E78" w:rsidRDefault="00606E06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E06" w:rsidRPr="00161E78" w:rsidRDefault="00606E0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606E06" w:rsidRPr="00161E78" w:rsidRDefault="00606E0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06E06" w:rsidRDefault="00606E06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06E06" w:rsidRPr="00161E78" w:rsidRDefault="00606E06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06E06" w:rsidRPr="00161E78" w:rsidRDefault="00606E06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606E06" w:rsidRDefault="00606E06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606E06" w:rsidRDefault="00606E06" w:rsidP="006E5DDE">
      <w:pPr>
        <w:jc w:val="center"/>
        <w:rPr>
          <w:rFonts w:ascii="Times New Roman" w:hAnsi="Times New Roman" w:cs="Times New Roman"/>
        </w:rPr>
      </w:pPr>
    </w:p>
    <w:p w:rsidR="00606E06" w:rsidRDefault="00606E06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06E06" w:rsidRPr="009D58BB">
        <w:trPr>
          <w:trHeight w:val="1097"/>
        </w:trPr>
        <w:tc>
          <w:tcPr>
            <w:tcW w:w="9016" w:type="dxa"/>
          </w:tcPr>
          <w:p w:rsidR="00606E06" w:rsidRDefault="00606E0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606E06" w:rsidRPr="009D58BB" w:rsidRDefault="00606E0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6E06" w:rsidRPr="009D58BB" w:rsidRDefault="00606E0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06E06" w:rsidRDefault="00606E06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606E06" w:rsidRPr="00525406" w:rsidRDefault="00606E06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606E06" w:rsidRPr="00525406" w:rsidRDefault="00606E06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606E06" w:rsidRPr="00DD5EF6" w:rsidRDefault="00606E06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606E06" w:rsidRPr="00DD5EF6" w:rsidRDefault="00606E06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18 558 152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606E06" w:rsidRDefault="00606E06" w:rsidP="0052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20 193 317,17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606E06" w:rsidRDefault="00606E06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D2981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</w:rPr>
        <w:t xml:space="preserve">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6E06" w:rsidRDefault="00606E06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увеличить с</w:t>
      </w:r>
      <w:r w:rsidRPr="001342D8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42D8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в сумме 18 200,00 рублей, и направить </w:t>
      </w:r>
      <w:r w:rsidRPr="00A408B0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A408B0">
        <w:rPr>
          <w:rFonts w:ascii="Times New Roman" w:hAnsi="Times New Roman" w:cs="Times New Roman"/>
          <w:sz w:val="28"/>
          <w:szCs w:val="28"/>
        </w:rPr>
        <w:t xml:space="preserve"> «</w:t>
      </w:r>
      <w:r w:rsidRPr="001342D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A408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целевой статьи </w:t>
      </w:r>
      <w:r w:rsidRPr="004E7737">
        <w:rPr>
          <w:rFonts w:ascii="Times New Roman" w:hAnsi="Times New Roman" w:cs="Times New Roman"/>
          <w:sz w:val="28"/>
          <w:szCs w:val="28"/>
        </w:rPr>
        <w:t>50 2 5118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773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27155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55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606E06" w:rsidRDefault="00606E06" w:rsidP="00270D3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08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уменьшить п</w:t>
      </w:r>
      <w:r w:rsidRPr="00457C32">
        <w:rPr>
          <w:rFonts w:ascii="Times New Roman" w:hAnsi="Times New Roman" w:cs="Times New Roman"/>
          <w:sz w:val="28"/>
          <w:szCs w:val="28"/>
        </w:rPr>
        <w:t>рочие субсидии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536 700,00 рублей, предусмотренные ранее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06E06" w:rsidRDefault="00606E06" w:rsidP="00270D3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уменьшить с</w:t>
      </w:r>
      <w:r w:rsidRPr="00125128">
        <w:rPr>
          <w:rFonts w:ascii="Times New Roman" w:hAnsi="Times New Roman" w:cs="Times New Roman"/>
          <w:sz w:val="28"/>
          <w:szCs w:val="28"/>
        </w:rPr>
        <w:t xml:space="preserve">убсидии бюджетам сельских поселений на софинансирование капитальных вложений в объекты муниципальной собственности в сумме </w:t>
      </w:r>
      <w:r>
        <w:rPr>
          <w:rFonts w:ascii="Times New Roman" w:hAnsi="Times New Roman" w:cs="Times New Roman"/>
          <w:sz w:val="28"/>
          <w:szCs w:val="28"/>
        </w:rPr>
        <w:t>5 859 900,00 рублей, предусмотренные ранее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6E06" w:rsidRDefault="00606E06" w:rsidP="00235962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Уменьшить </w:t>
      </w:r>
      <w:r w:rsidRPr="00125128">
        <w:rPr>
          <w:rFonts w:ascii="Times New Roman" w:hAnsi="Times New Roman" w:cs="Times New Roman"/>
          <w:sz w:val="28"/>
          <w:szCs w:val="28"/>
        </w:rPr>
        <w:t>доходную часть бюджета</w:t>
      </w:r>
      <w:r>
        <w:rPr>
          <w:rFonts w:ascii="Times New Roman" w:hAnsi="Times New Roman" w:cs="Times New Roman"/>
          <w:sz w:val="28"/>
          <w:szCs w:val="28"/>
        </w:rPr>
        <w:t xml:space="preserve"> 1 948 300,00 рублей, в том числе:</w:t>
      </w:r>
    </w:p>
    <w:p w:rsidR="00606E06" w:rsidRPr="00525406" w:rsidRDefault="00606E06" w:rsidP="005918F4">
      <w:pPr>
        <w:pStyle w:val="BodyTextIndent"/>
        <w:widowControl w:val="0"/>
        <w:tabs>
          <w:tab w:val="left" w:pos="1418"/>
        </w:tabs>
        <w:ind w:left="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- код</w:t>
      </w:r>
      <w:r w:rsidRPr="00125128">
        <w:rPr>
          <w:rFonts w:ascii="Times New Roman" w:hAnsi="Times New Roman" w:cs="Times New Roman"/>
        </w:rPr>
        <w:t xml:space="preserve"> доходов</w:t>
      </w:r>
      <w:r>
        <w:rPr>
          <w:rFonts w:ascii="Times New Roman" w:hAnsi="Times New Roman" w:cs="Times New Roman"/>
        </w:rPr>
        <w:t xml:space="preserve"> </w:t>
      </w:r>
      <w:r w:rsidRPr="00125128">
        <w:rPr>
          <w:rFonts w:ascii="Times New Roman" w:hAnsi="Times New Roman" w:cs="Times New Roman"/>
        </w:rPr>
        <w:t xml:space="preserve">992 </w:t>
      </w:r>
      <w:r w:rsidRPr="00270D36">
        <w:rPr>
          <w:rFonts w:ascii="Times New Roman" w:hAnsi="Times New Roman" w:cs="Times New Roman"/>
        </w:rPr>
        <w:t xml:space="preserve">1 05 03000 01 0000 110 </w:t>
      </w:r>
      <w:r w:rsidRPr="00125128">
        <w:rPr>
          <w:rFonts w:ascii="Times New Roman" w:hAnsi="Times New Roman" w:cs="Times New Roman"/>
        </w:rPr>
        <w:t>«</w:t>
      </w:r>
      <w:r w:rsidRPr="00270D36">
        <w:rPr>
          <w:rFonts w:ascii="Times New Roman" w:hAnsi="Times New Roman" w:cs="Times New Roman"/>
        </w:rPr>
        <w:t>Единый сельскохозяйственный налог*</w:t>
      </w:r>
      <w:r>
        <w:rPr>
          <w:rFonts w:ascii="Times New Roman" w:hAnsi="Times New Roman" w:cs="Times New Roman"/>
        </w:rPr>
        <w:t>» в сумме  230 700,00 рублей,</w:t>
      </w:r>
    </w:p>
    <w:p w:rsidR="00606E06" w:rsidRDefault="00606E06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код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>992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1 717 600,00 рублей.</w:t>
      </w:r>
    </w:p>
    <w:p w:rsidR="00606E06" w:rsidRDefault="00606E06" w:rsidP="005918F4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Уменьшить ассигнования в сумме 2 765600,00 рублей, предусмотренные:</w:t>
      </w:r>
    </w:p>
    <w:p w:rsidR="00606E06" w:rsidRDefault="00606E06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F5564">
        <w:rPr>
          <w:rFonts w:ascii="Times New Roman" w:hAnsi="Times New Roman" w:cs="Times New Roman"/>
          <w:sz w:val="28"/>
          <w:szCs w:val="28"/>
        </w:rPr>
        <w:t xml:space="preserve">50 2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5564">
        <w:rPr>
          <w:rFonts w:ascii="Times New Roman" w:hAnsi="Times New Roman" w:cs="Times New Roman"/>
          <w:sz w:val="28"/>
          <w:szCs w:val="28"/>
        </w:rPr>
        <w:t xml:space="preserve">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27155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55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 24 000,00 рублей,</w:t>
      </w:r>
    </w:p>
    <w:p w:rsidR="00606E06" w:rsidRDefault="00606E06" w:rsidP="005918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0F5181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5181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 w:rsidRPr="00525406">
        <w:rPr>
          <w:rFonts w:ascii="Times New Roman" w:hAnsi="Times New Roman" w:cs="Times New Roman"/>
          <w:sz w:val="28"/>
          <w:szCs w:val="28"/>
        </w:rPr>
        <w:t>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               2 741 400,00 рублей,</w:t>
      </w:r>
    </w:p>
    <w:p w:rsidR="00606E06" w:rsidRDefault="00606E06" w:rsidP="005918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52 1 0059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800 «</w:t>
      </w:r>
      <w:r w:rsidRPr="005E475E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>» в сумме 200,00 рублей.</w:t>
      </w:r>
    </w:p>
    <w:p w:rsidR="00606E06" w:rsidRDefault="00606E06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25406">
        <w:rPr>
          <w:rFonts w:ascii="Times New Roman" w:hAnsi="Times New Roman" w:cs="Times New Roman"/>
          <w:sz w:val="28"/>
          <w:szCs w:val="28"/>
        </w:rPr>
        <w:t xml:space="preserve">Увеличить ассигнования </w:t>
      </w:r>
      <w:r>
        <w:rPr>
          <w:rFonts w:ascii="Times New Roman" w:hAnsi="Times New Roman" w:cs="Times New Roman"/>
          <w:sz w:val="28"/>
          <w:szCs w:val="28"/>
        </w:rPr>
        <w:t>в сумме 817 300,00 рублей, в том числе;</w:t>
      </w:r>
    </w:p>
    <w:p w:rsidR="00606E06" w:rsidRDefault="00606E06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F5564">
        <w:rPr>
          <w:rFonts w:ascii="Times New Roman" w:hAnsi="Times New Roman" w:cs="Times New Roman"/>
          <w:sz w:val="28"/>
          <w:szCs w:val="28"/>
        </w:rPr>
        <w:t xml:space="preserve">50 2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5564">
        <w:rPr>
          <w:rFonts w:ascii="Times New Roman" w:hAnsi="Times New Roman" w:cs="Times New Roman"/>
          <w:sz w:val="28"/>
          <w:szCs w:val="28"/>
        </w:rPr>
        <w:t xml:space="preserve">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5E475E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5E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 в сумме 3 000,00 рублей,</w:t>
      </w:r>
    </w:p>
    <w:p w:rsidR="00606E06" w:rsidRDefault="00606E06" w:rsidP="00B811A1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B811A1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DD5EF6">
        <w:rPr>
          <w:rFonts w:ascii="Times New Roman" w:hAnsi="Times New Roman" w:cs="Times New Roman"/>
          <w:sz w:val="28"/>
          <w:szCs w:val="28"/>
        </w:rPr>
        <w:t>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475E">
        <w:rPr>
          <w:rFonts w:ascii="Times New Roman" w:hAnsi="Times New Roman" w:cs="Times New Roman"/>
          <w:sz w:val="28"/>
          <w:szCs w:val="28"/>
        </w:rPr>
        <w:t>68 0 1032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5E475E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200 «</w:t>
      </w:r>
      <w:r w:rsidRPr="005E475E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5E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 в сумме  1 000,00 рублей,</w:t>
      </w:r>
    </w:p>
    <w:p w:rsidR="00606E06" w:rsidRDefault="00606E06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800 000,00 рублей,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6E06" w:rsidRPr="00E745C5" w:rsidRDefault="00606E06" w:rsidP="00E745C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5C5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 w:rsidRPr="00E745C5">
        <w:rPr>
          <w:rFonts w:ascii="Times New Roman" w:hAnsi="Times New Roman" w:cs="Times New Roman"/>
          <w:sz w:val="28"/>
          <w:szCs w:val="28"/>
        </w:rPr>
        <w:t xml:space="preserve">59 2 6582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Осуществление отдельных гос</w:t>
      </w:r>
      <w:r w:rsidRPr="00E745C5">
        <w:rPr>
          <w:rFonts w:ascii="Times New Roman" w:hAnsi="Times New Roman" w:cs="Times New Roman"/>
          <w:sz w:val="28"/>
          <w:szCs w:val="28"/>
        </w:rPr>
        <w:t>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12 000,00 рублей,</w:t>
      </w:r>
    </w:p>
    <w:p w:rsidR="00606E06" w:rsidRDefault="00606E06" w:rsidP="00EC53D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52 1 0059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5E475E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5E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в сумме 1 300,00 рублей.</w:t>
      </w:r>
    </w:p>
    <w:p w:rsidR="00606E06" w:rsidRPr="0093387D" w:rsidRDefault="00606E06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2-6,8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606E06" w:rsidRPr="00DD5EF6" w:rsidRDefault="00606E06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606E06" w:rsidRDefault="00606E06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606E06" w:rsidRDefault="00606E0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E06" w:rsidRDefault="00606E0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E0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rPr>
          <w:rFonts w:ascii="Times New Roman" w:hAnsi="Times New Roman" w:cs="Times New Roman"/>
          <w:sz w:val="28"/>
          <w:szCs w:val="28"/>
        </w:rPr>
      </w:pPr>
    </w:p>
    <w:p w:rsidR="00606E0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                Председатель Совета </w:t>
      </w:r>
    </w:p>
    <w:p w:rsidR="00606E0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     Школьненского сельского поселения </w:t>
      </w:r>
    </w:p>
    <w:p w:rsidR="00606E0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Белореченского района</w:t>
      </w:r>
    </w:p>
    <w:p w:rsidR="00606E0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606E0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06E06" w:rsidRPr="00DD5EF6" w:rsidRDefault="00606E06" w:rsidP="002C096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В.Н. Лантратов                                                  Н.В. Лавриненко</w:t>
      </w:r>
    </w:p>
    <w:p w:rsidR="00606E06" w:rsidRDefault="00606E06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06E06" w:rsidRDefault="00606E06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Default="00606E06" w:rsidP="00E449F9">
      <w:pPr>
        <w:tabs>
          <w:tab w:val="left" w:pos="0"/>
          <w:tab w:val="left" w:pos="900"/>
        </w:tabs>
      </w:pPr>
    </w:p>
    <w:p w:rsidR="00606E06" w:rsidRPr="00DD5EF6" w:rsidRDefault="00606E06" w:rsidP="00532012">
      <w:pPr>
        <w:tabs>
          <w:tab w:val="left" w:pos="0"/>
          <w:tab w:val="left" w:pos="900"/>
        </w:tabs>
      </w:pPr>
    </w:p>
    <w:sectPr w:rsidR="00606E06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E06" w:rsidRDefault="00606E06" w:rsidP="00B57B3B">
      <w:r>
        <w:separator/>
      </w:r>
    </w:p>
  </w:endnote>
  <w:endnote w:type="continuationSeparator" w:id="0">
    <w:p w:rsidR="00606E06" w:rsidRDefault="00606E0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E06" w:rsidRDefault="00606E06" w:rsidP="00B57B3B">
      <w:r>
        <w:separator/>
      </w:r>
    </w:p>
  </w:footnote>
  <w:footnote w:type="continuationSeparator" w:id="0">
    <w:p w:rsidR="00606E06" w:rsidRDefault="00606E0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E06" w:rsidRPr="003139BC" w:rsidRDefault="00606E06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06E06" w:rsidRDefault="00606E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06AB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5916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28C"/>
    <w:rsid w:val="001D3FAB"/>
    <w:rsid w:val="001E1C9B"/>
    <w:rsid w:val="00203FD5"/>
    <w:rsid w:val="00210A11"/>
    <w:rsid w:val="00221DB4"/>
    <w:rsid w:val="00233C0A"/>
    <w:rsid w:val="00235962"/>
    <w:rsid w:val="00235F46"/>
    <w:rsid w:val="0023657E"/>
    <w:rsid w:val="00237868"/>
    <w:rsid w:val="002449EE"/>
    <w:rsid w:val="002504D7"/>
    <w:rsid w:val="00253C20"/>
    <w:rsid w:val="00256960"/>
    <w:rsid w:val="00270D36"/>
    <w:rsid w:val="00271227"/>
    <w:rsid w:val="00271558"/>
    <w:rsid w:val="002849D9"/>
    <w:rsid w:val="00284D12"/>
    <w:rsid w:val="00293E75"/>
    <w:rsid w:val="002942FA"/>
    <w:rsid w:val="002A2BBD"/>
    <w:rsid w:val="002C0969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39BC"/>
    <w:rsid w:val="003153D4"/>
    <w:rsid w:val="00315D3B"/>
    <w:rsid w:val="00316749"/>
    <w:rsid w:val="00327591"/>
    <w:rsid w:val="00327DA8"/>
    <w:rsid w:val="003372C6"/>
    <w:rsid w:val="003465DB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D2152"/>
    <w:rsid w:val="003E4804"/>
    <w:rsid w:val="003F181F"/>
    <w:rsid w:val="004057B7"/>
    <w:rsid w:val="00410F52"/>
    <w:rsid w:val="00411BCD"/>
    <w:rsid w:val="0041238D"/>
    <w:rsid w:val="0041759B"/>
    <w:rsid w:val="00420242"/>
    <w:rsid w:val="00425BAA"/>
    <w:rsid w:val="00427ACA"/>
    <w:rsid w:val="00434016"/>
    <w:rsid w:val="00444314"/>
    <w:rsid w:val="00445A46"/>
    <w:rsid w:val="0045431B"/>
    <w:rsid w:val="00457C32"/>
    <w:rsid w:val="004618F0"/>
    <w:rsid w:val="0046258A"/>
    <w:rsid w:val="004652CD"/>
    <w:rsid w:val="0046753D"/>
    <w:rsid w:val="004678AD"/>
    <w:rsid w:val="004754CB"/>
    <w:rsid w:val="00477820"/>
    <w:rsid w:val="004804BF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D2096"/>
    <w:rsid w:val="004D2981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A21"/>
    <w:rsid w:val="00521F62"/>
    <w:rsid w:val="00525406"/>
    <w:rsid w:val="00530999"/>
    <w:rsid w:val="00532012"/>
    <w:rsid w:val="00535EDA"/>
    <w:rsid w:val="00541885"/>
    <w:rsid w:val="00553EBA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73F"/>
    <w:rsid w:val="005A6B36"/>
    <w:rsid w:val="005B02F1"/>
    <w:rsid w:val="005B1F7F"/>
    <w:rsid w:val="005B231E"/>
    <w:rsid w:val="005C34BC"/>
    <w:rsid w:val="005D6E64"/>
    <w:rsid w:val="005E2006"/>
    <w:rsid w:val="005E3BA4"/>
    <w:rsid w:val="005E475E"/>
    <w:rsid w:val="005E7F55"/>
    <w:rsid w:val="005F0BC6"/>
    <w:rsid w:val="005F3F0F"/>
    <w:rsid w:val="00601627"/>
    <w:rsid w:val="00602FFA"/>
    <w:rsid w:val="00606E06"/>
    <w:rsid w:val="006078D7"/>
    <w:rsid w:val="00613DA6"/>
    <w:rsid w:val="006142AF"/>
    <w:rsid w:val="00614C6B"/>
    <w:rsid w:val="00630DD8"/>
    <w:rsid w:val="00640540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C1614"/>
    <w:rsid w:val="006D6DDE"/>
    <w:rsid w:val="006D7277"/>
    <w:rsid w:val="006E5DDE"/>
    <w:rsid w:val="006F3BD0"/>
    <w:rsid w:val="006F5564"/>
    <w:rsid w:val="007005AD"/>
    <w:rsid w:val="007010A4"/>
    <w:rsid w:val="00701498"/>
    <w:rsid w:val="00701E65"/>
    <w:rsid w:val="007045D2"/>
    <w:rsid w:val="007048B9"/>
    <w:rsid w:val="007074FA"/>
    <w:rsid w:val="007117CF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6194"/>
    <w:rsid w:val="00767039"/>
    <w:rsid w:val="00767498"/>
    <w:rsid w:val="00777B45"/>
    <w:rsid w:val="00783472"/>
    <w:rsid w:val="00794BCE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042D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451A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10611"/>
    <w:rsid w:val="0091129A"/>
    <w:rsid w:val="0092011B"/>
    <w:rsid w:val="009220CE"/>
    <w:rsid w:val="00922148"/>
    <w:rsid w:val="009222EA"/>
    <w:rsid w:val="009252F5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A223F"/>
    <w:rsid w:val="009A27D5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175C"/>
    <w:rsid w:val="00AB4F14"/>
    <w:rsid w:val="00AC3561"/>
    <w:rsid w:val="00AD1D8E"/>
    <w:rsid w:val="00AD5AD8"/>
    <w:rsid w:val="00AD6D7B"/>
    <w:rsid w:val="00AE0B80"/>
    <w:rsid w:val="00AE4A3E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04DC"/>
    <w:rsid w:val="00BE4009"/>
    <w:rsid w:val="00BE528A"/>
    <w:rsid w:val="00BF35DC"/>
    <w:rsid w:val="00C0013F"/>
    <w:rsid w:val="00C02739"/>
    <w:rsid w:val="00C123F5"/>
    <w:rsid w:val="00C1275F"/>
    <w:rsid w:val="00C17518"/>
    <w:rsid w:val="00C2670F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35DB7"/>
    <w:rsid w:val="00D36B4C"/>
    <w:rsid w:val="00D36FFB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A6C47"/>
    <w:rsid w:val="00DB3363"/>
    <w:rsid w:val="00DB5442"/>
    <w:rsid w:val="00DB7F2B"/>
    <w:rsid w:val="00DC21A0"/>
    <w:rsid w:val="00DC2EED"/>
    <w:rsid w:val="00DC3677"/>
    <w:rsid w:val="00DC67B8"/>
    <w:rsid w:val="00DC7B4C"/>
    <w:rsid w:val="00DC7CED"/>
    <w:rsid w:val="00DD0B16"/>
    <w:rsid w:val="00DD5EF6"/>
    <w:rsid w:val="00DE2915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745C5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180A"/>
    <w:rsid w:val="00EC4EAD"/>
    <w:rsid w:val="00EC53D7"/>
    <w:rsid w:val="00ED4917"/>
    <w:rsid w:val="00EF127F"/>
    <w:rsid w:val="00EF190B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5D23"/>
    <w:rsid w:val="00F36A98"/>
    <w:rsid w:val="00F36BF8"/>
    <w:rsid w:val="00F406C3"/>
    <w:rsid w:val="00F4292D"/>
    <w:rsid w:val="00F47712"/>
    <w:rsid w:val="00F47A9E"/>
    <w:rsid w:val="00F56BF4"/>
    <w:rsid w:val="00F60ECA"/>
    <w:rsid w:val="00F658E0"/>
    <w:rsid w:val="00F718C8"/>
    <w:rsid w:val="00F728A4"/>
    <w:rsid w:val="00F73150"/>
    <w:rsid w:val="00F759CE"/>
    <w:rsid w:val="00F8327A"/>
    <w:rsid w:val="00F843BF"/>
    <w:rsid w:val="00F90BD5"/>
    <w:rsid w:val="00F91EB5"/>
    <w:rsid w:val="00F92F66"/>
    <w:rsid w:val="00FA4C15"/>
    <w:rsid w:val="00FB2285"/>
    <w:rsid w:val="00FB6818"/>
    <w:rsid w:val="00FB6A94"/>
    <w:rsid w:val="00FC41DD"/>
    <w:rsid w:val="00FC5DE3"/>
    <w:rsid w:val="00FC74BB"/>
    <w:rsid w:val="00FC7B45"/>
    <w:rsid w:val="00FC7BB3"/>
    <w:rsid w:val="00FD0AC5"/>
    <w:rsid w:val="00FD1C2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953</TotalTime>
  <Pages>3</Pages>
  <Words>1430</Words>
  <Characters>8154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50</cp:revision>
  <cp:lastPrinted>2015-12-07T06:53:00Z</cp:lastPrinted>
  <dcterms:created xsi:type="dcterms:W3CDTF">2015-01-21T15:24:00Z</dcterms:created>
  <dcterms:modified xsi:type="dcterms:W3CDTF">2015-12-07T13:00:00Z</dcterms:modified>
</cp:coreProperties>
</file>