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3D" w:rsidRPr="00FC4E04" w:rsidRDefault="0029583D" w:rsidP="00395B2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 w:rsidRPr="00FC4E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583D" w:rsidRPr="006109D6" w:rsidRDefault="0029583D" w:rsidP="006109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583D" w:rsidRPr="00161E78" w:rsidRDefault="0029583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29583D" w:rsidRPr="00161E78" w:rsidRDefault="0029583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9583D" w:rsidRPr="00161E78" w:rsidRDefault="0029583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9583D" w:rsidRPr="00161E78" w:rsidRDefault="0029583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83D" w:rsidRPr="00161E78" w:rsidRDefault="0029583D" w:rsidP="006109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29583D" w:rsidRPr="00161E78" w:rsidRDefault="0029583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9583D" w:rsidRDefault="0029583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9583D" w:rsidRPr="00161E78" w:rsidRDefault="0029583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9583D" w:rsidRPr="00161E78" w:rsidRDefault="0029583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29583D" w:rsidRDefault="0029583D" w:rsidP="006109D6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468"/>
      </w:tblGrid>
      <w:tr w:rsidR="0029583D" w:rsidRPr="009D58BB">
        <w:trPr>
          <w:trHeight w:val="1097"/>
        </w:trPr>
        <w:tc>
          <w:tcPr>
            <w:tcW w:w="9468" w:type="dxa"/>
          </w:tcPr>
          <w:p w:rsidR="0029583D" w:rsidRPr="009D58BB" w:rsidRDefault="0029583D" w:rsidP="006109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</w:tc>
      </w:tr>
    </w:tbl>
    <w:p w:rsidR="0029583D" w:rsidRDefault="0029583D" w:rsidP="006109D6">
      <w:pPr>
        <w:pStyle w:val="BodyText"/>
        <w:tabs>
          <w:tab w:val="left" w:pos="540"/>
          <w:tab w:val="left" w:pos="8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29583D" w:rsidRPr="00525406" w:rsidRDefault="0029583D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29583D" w:rsidRDefault="0029583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</w:t>
      </w:r>
      <w:r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Pr="00DC3677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     119 000,00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29583D" w:rsidRDefault="0029583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9 000,00 рублей,</w:t>
      </w:r>
    </w:p>
    <w:p w:rsidR="0029583D" w:rsidRPr="00312F27" w:rsidRDefault="0029583D" w:rsidP="00312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1 06 06033 10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организаций,  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110 000,00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83D" w:rsidRDefault="0029583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416E">
        <w:rPr>
          <w:rFonts w:ascii="Times New Roman" w:hAnsi="Times New Roman" w:cs="Times New Roman"/>
          <w:sz w:val="28"/>
          <w:szCs w:val="28"/>
        </w:rPr>
        <w:t>.2.</w:t>
      </w:r>
      <w:r w:rsidRPr="00DC3677"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DC367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 119 000,00 рублей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</w:t>
      </w:r>
      <w:r>
        <w:rPr>
          <w:rFonts w:ascii="Times New Roman" w:hAnsi="Times New Roman" w:cs="Times New Roman"/>
          <w:sz w:val="28"/>
          <w:szCs w:val="28"/>
        </w:rPr>
        <w:t xml:space="preserve">ов 1 06 06043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физических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119 000,00 рублей;</w:t>
      </w:r>
    </w:p>
    <w:p w:rsidR="0029583D" w:rsidRPr="0093387D" w:rsidRDefault="0029583D" w:rsidP="00044004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 изложив его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29583D" w:rsidRDefault="0029583D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29583D" w:rsidRDefault="0029583D" w:rsidP="00DE1DE0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29583D" w:rsidRDefault="0029583D" w:rsidP="006109D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583D" w:rsidRDefault="0029583D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                    Председатель совета </w:t>
      </w:r>
    </w:p>
    <w:p w:rsidR="0029583D" w:rsidRDefault="0029583D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                                                          Школьненского сельского поселения</w:t>
      </w:r>
    </w:p>
    <w:p w:rsidR="0029583D" w:rsidRDefault="0029583D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Белореченского района</w:t>
      </w:r>
    </w:p>
    <w:p w:rsidR="0029583D" w:rsidRDefault="0029583D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583D" w:rsidRDefault="0029583D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В.Н. Лантратов                                                           Н.В. Лавриненко</w:t>
      </w:r>
    </w:p>
    <w:p w:rsidR="0029583D" w:rsidRDefault="0029583D" w:rsidP="00AC39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583D" w:rsidRDefault="0029583D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sectPr w:rsidR="0029583D" w:rsidSect="00DE1DE0">
      <w:headerReference w:type="default" r:id="rId8"/>
      <w:pgSz w:w="11906" w:h="16838"/>
      <w:pgMar w:top="851" w:right="567" w:bottom="624" w:left="125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83D" w:rsidRDefault="0029583D" w:rsidP="00B57B3B">
      <w:r>
        <w:separator/>
      </w:r>
    </w:p>
  </w:endnote>
  <w:endnote w:type="continuationSeparator" w:id="0">
    <w:p w:rsidR="0029583D" w:rsidRDefault="0029583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83D" w:rsidRDefault="0029583D" w:rsidP="00B57B3B">
      <w:r>
        <w:separator/>
      </w:r>
    </w:p>
  </w:footnote>
  <w:footnote w:type="continuationSeparator" w:id="0">
    <w:p w:rsidR="0029583D" w:rsidRDefault="0029583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83D" w:rsidRPr="003139BC" w:rsidRDefault="0029583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9583D" w:rsidRDefault="002958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402"/>
    <w:rsid w:val="00015D17"/>
    <w:rsid w:val="00017DF0"/>
    <w:rsid w:val="000206AB"/>
    <w:rsid w:val="0002516C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7371D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1F1A1C"/>
    <w:rsid w:val="00203FD5"/>
    <w:rsid w:val="00210A11"/>
    <w:rsid w:val="00221DB4"/>
    <w:rsid w:val="00225665"/>
    <w:rsid w:val="00233C0A"/>
    <w:rsid w:val="00235F46"/>
    <w:rsid w:val="0023657E"/>
    <w:rsid w:val="00237868"/>
    <w:rsid w:val="002449EE"/>
    <w:rsid w:val="002504D7"/>
    <w:rsid w:val="00253C20"/>
    <w:rsid w:val="00266C46"/>
    <w:rsid w:val="00270D36"/>
    <w:rsid w:val="00271227"/>
    <w:rsid w:val="00271558"/>
    <w:rsid w:val="0028308E"/>
    <w:rsid w:val="002849D9"/>
    <w:rsid w:val="00284D12"/>
    <w:rsid w:val="00293E75"/>
    <w:rsid w:val="002942FA"/>
    <w:rsid w:val="0029583D"/>
    <w:rsid w:val="002A2BBD"/>
    <w:rsid w:val="002B6B73"/>
    <w:rsid w:val="002C1167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2F27"/>
    <w:rsid w:val="003139BC"/>
    <w:rsid w:val="003153D4"/>
    <w:rsid w:val="00315D3B"/>
    <w:rsid w:val="00316749"/>
    <w:rsid w:val="00327591"/>
    <w:rsid w:val="00327DA8"/>
    <w:rsid w:val="003372C6"/>
    <w:rsid w:val="00343676"/>
    <w:rsid w:val="003465DB"/>
    <w:rsid w:val="003542ED"/>
    <w:rsid w:val="00354EBD"/>
    <w:rsid w:val="0036355E"/>
    <w:rsid w:val="003637DC"/>
    <w:rsid w:val="00367577"/>
    <w:rsid w:val="00367F21"/>
    <w:rsid w:val="00371E03"/>
    <w:rsid w:val="0038215B"/>
    <w:rsid w:val="00382920"/>
    <w:rsid w:val="00383FF3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C648E"/>
    <w:rsid w:val="003D0E55"/>
    <w:rsid w:val="003D2152"/>
    <w:rsid w:val="003E4804"/>
    <w:rsid w:val="003F181F"/>
    <w:rsid w:val="00410F52"/>
    <w:rsid w:val="0041238D"/>
    <w:rsid w:val="00414B07"/>
    <w:rsid w:val="0041759B"/>
    <w:rsid w:val="00420242"/>
    <w:rsid w:val="00420BC9"/>
    <w:rsid w:val="00423EE1"/>
    <w:rsid w:val="00425BAA"/>
    <w:rsid w:val="00427ACA"/>
    <w:rsid w:val="00434016"/>
    <w:rsid w:val="00434262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35CA"/>
    <w:rsid w:val="004846F0"/>
    <w:rsid w:val="00486674"/>
    <w:rsid w:val="004869BB"/>
    <w:rsid w:val="00490716"/>
    <w:rsid w:val="00493F6D"/>
    <w:rsid w:val="00494F5B"/>
    <w:rsid w:val="00497319"/>
    <w:rsid w:val="004A02B8"/>
    <w:rsid w:val="004A259A"/>
    <w:rsid w:val="004A7390"/>
    <w:rsid w:val="004B16CF"/>
    <w:rsid w:val="004B1AB3"/>
    <w:rsid w:val="004B49FC"/>
    <w:rsid w:val="004D18E8"/>
    <w:rsid w:val="004D2096"/>
    <w:rsid w:val="004D2981"/>
    <w:rsid w:val="004D3AB9"/>
    <w:rsid w:val="004D5228"/>
    <w:rsid w:val="004D694C"/>
    <w:rsid w:val="004E627A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1BA0"/>
    <w:rsid w:val="00553EBA"/>
    <w:rsid w:val="00556C77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3FD"/>
    <w:rsid w:val="005A573F"/>
    <w:rsid w:val="005A57CC"/>
    <w:rsid w:val="005A6B36"/>
    <w:rsid w:val="005B02F1"/>
    <w:rsid w:val="005B1F7F"/>
    <w:rsid w:val="005B231E"/>
    <w:rsid w:val="005C34BC"/>
    <w:rsid w:val="005D6E64"/>
    <w:rsid w:val="005E2006"/>
    <w:rsid w:val="005E3BA4"/>
    <w:rsid w:val="005E475E"/>
    <w:rsid w:val="005E7F55"/>
    <w:rsid w:val="005F0BC6"/>
    <w:rsid w:val="005F1688"/>
    <w:rsid w:val="005F3F0F"/>
    <w:rsid w:val="006000D9"/>
    <w:rsid w:val="00601627"/>
    <w:rsid w:val="00602FFA"/>
    <w:rsid w:val="006078D7"/>
    <w:rsid w:val="006109D6"/>
    <w:rsid w:val="00613DA6"/>
    <w:rsid w:val="006142AF"/>
    <w:rsid w:val="00614C6B"/>
    <w:rsid w:val="006172B2"/>
    <w:rsid w:val="00630DD8"/>
    <w:rsid w:val="00640540"/>
    <w:rsid w:val="00640592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6582"/>
    <w:rsid w:val="00687224"/>
    <w:rsid w:val="00694304"/>
    <w:rsid w:val="006A182E"/>
    <w:rsid w:val="006A47E2"/>
    <w:rsid w:val="006B2EAF"/>
    <w:rsid w:val="006B475C"/>
    <w:rsid w:val="006C065A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11E"/>
    <w:rsid w:val="008209EF"/>
    <w:rsid w:val="00821F12"/>
    <w:rsid w:val="0082327B"/>
    <w:rsid w:val="008265BF"/>
    <w:rsid w:val="00830C6E"/>
    <w:rsid w:val="00831316"/>
    <w:rsid w:val="008318BA"/>
    <w:rsid w:val="00832D54"/>
    <w:rsid w:val="00835B3F"/>
    <w:rsid w:val="0084153A"/>
    <w:rsid w:val="00843519"/>
    <w:rsid w:val="00845EA5"/>
    <w:rsid w:val="00854DFD"/>
    <w:rsid w:val="00855869"/>
    <w:rsid w:val="00856474"/>
    <w:rsid w:val="00862E02"/>
    <w:rsid w:val="00873896"/>
    <w:rsid w:val="00875421"/>
    <w:rsid w:val="00881148"/>
    <w:rsid w:val="00882A64"/>
    <w:rsid w:val="008864DC"/>
    <w:rsid w:val="00891B51"/>
    <w:rsid w:val="008961A2"/>
    <w:rsid w:val="00896DCC"/>
    <w:rsid w:val="00897E7A"/>
    <w:rsid w:val="008A0B89"/>
    <w:rsid w:val="008A1B2A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024F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969E4"/>
    <w:rsid w:val="009A223F"/>
    <w:rsid w:val="009A27D5"/>
    <w:rsid w:val="009A3D1C"/>
    <w:rsid w:val="009A79F8"/>
    <w:rsid w:val="009B2E8D"/>
    <w:rsid w:val="009B461D"/>
    <w:rsid w:val="009B7052"/>
    <w:rsid w:val="009C061D"/>
    <w:rsid w:val="009C0FAC"/>
    <w:rsid w:val="009C3C44"/>
    <w:rsid w:val="009C4BB7"/>
    <w:rsid w:val="009C6A55"/>
    <w:rsid w:val="009D0793"/>
    <w:rsid w:val="009D0AB6"/>
    <w:rsid w:val="009D212E"/>
    <w:rsid w:val="009D4F55"/>
    <w:rsid w:val="009D58BB"/>
    <w:rsid w:val="009D5E71"/>
    <w:rsid w:val="009D6F55"/>
    <w:rsid w:val="009E2A17"/>
    <w:rsid w:val="009E41A5"/>
    <w:rsid w:val="009E6447"/>
    <w:rsid w:val="009E69D6"/>
    <w:rsid w:val="009E7861"/>
    <w:rsid w:val="009F28C1"/>
    <w:rsid w:val="009F30A2"/>
    <w:rsid w:val="00A044CF"/>
    <w:rsid w:val="00A14C04"/>
    <w:rsid w:val="00A166EC"/>
    <w:rsid w:val="00A224F0"/>
    <w:rsid w:val="00A33813"/>
    <w:rsid w:val="00A408B0"/>
    <w:rsid w:val="00A43AE1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175C"/>
    <w:rsid w:val="00AB4F14"/>
    <w:rsid w:val="00AC3947"/>
    <w:rsid w:val="00AC6231"/>
    <w:rsid w:val="00AD1D8E"/>
    <w:rsid w:val="00AD2405"/>
    <w:rsid w:val="00AD5AD8"/>
    <w:rsid w:val="00AD6D7B"/>
    <w:rsid w:val="00AE0B80"/>
    <w:rsid w:val="00AE1D76"/>
    <w:rsid w:val="00AE5C61"/>
    <w:rsid w:val="00AE7999"/>
    <w:rsid w:val="00AF07F8"/>
    <w:rsid w:val="00AF5037"/>
    <w:rsid w:val="00B028AD"/>
    <w:rsid w:val="00B03D3F"/>
    <w:rsid w:val="00B06201"/>
    <w:rsid w:val="00B13DE0"/>
    <w:rsid w:val="00B24F6F"/>
    <w:rsid w:val="00B314C6"/>
    <w:rsid w:val="00B3177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D45E2"/>
    <w:rsid w:val="00BD7A3F"/>
    <w:rsid w:val="00BE04DC"/>
    <w:rsid w:val="00BE4009"/>
    <w:rsid w:val="00BE528A"/>
    <w:rsid w:val="00BE69DE"/>
    <w:rsid w:val="00BF35DC"/>
    <w:rsid w:val="00C0013F"/>
    <w:rsid w:val="00C02739"/>
    <w:rsid w:val="00C0299F"/>
    <w:rsid w:val="00C1275F"/>
    <w:rsid w:val="00C17518"/>
    <w:rsid w:val="00C2670F"/>
    <w:rsid w:val="00C31DEB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657C6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1BB1"/>
    <w:rsid w:val="00CC2119"/>
    <w:rsid w:val="00CC2F3B"/>
    <w:rsid w:val="00CC652E"/>
    <w:rsid w:val="00CD6630"/>
    <w:rsid w:val="00CD6CEB"/>
    <w:rsid w:val="00CE02C6"/>
    <w:rsid w:val="00CE37C5"/>
    <w:rsid w:val="00CE688A"/>
    <w:rsid w:val="00CF35A0"/>
    <w:rsid w:val="00CF5602"/>
    <w:rsid w:val="00CF5DF3"/>
    <w:rsid w:val="00D04F89"/>
    <w:rsid w:val="00D273C3"/>
    <w:rsid w:val="00D35DB7"/>
    <w:rsid w:val="00D36B4C"/>
    <w:rsid w:val="00D36FFB"/>
    <w:rsid w:val="00D453D7"/>
    <w:rsid w:val="00D50E4C"/>
    <w:rsid w:val="00D564D9"/>
    <w:rsid w:val="00D57B1F"/>
    <w:rsid w:val="00D60356"/>
    <w:rsid w:val="00D61196"/>
    <w:rsid w:val="00D748C8"/>
    <w:rsid w:val="00D75AB7"/>
    <w:rsid w:val="00D75C69"/>
    <w:rsid w:val="00D76A25"/>
    <w:rsid w:val="00D775B8"/>
    <w:rsid w:val="00D77D2C"/>
    <w:rsid w:val="00D77E33"/>
    <w:rsid w:val="00D8186A"/>
    <w:rsid w:val="00D861F5"/>
    <w:rsid w:val="00D874A4"/>
    <w:rsid w:val="00D9336B"/>
    <w:rsid w:val="00D933A2"/>
    <w:rsid w:val="00D96D93"/>
    <w:rsid w:val="00D971DC"/>
    <w:rsid w:val="00DA0532"/>
    <w:rsid w:val="00DA529D"/>
    <w:rsid w:val="00DA6C47"/>
    <w:rsid w:val="00DB3363"/>
    <w:rsid w:val="00DB7F2B"/>
    <w:rsid w:val="00DC2EED"/>
    <w:rsid w:val="00DC3677"/>
    <w:rsid w:val="00DC5062"/>
    <w:rsid w:val="00DC67B8"/>
    <w:rsid w:val="00DC7B4C"/>
    <w:rsid w:val="00DD0B16"/>
    <w:rsid w:val="00DD5EF6"/>
    <w:rsid w:val="00DE1DE0"/>
    <w:rsid w:val="00DE2915"/>
    <w:rsid w:val="00DE4364"/>
    <w:rsid w:val="00DF61AC"/>
    <w:rsid w:val="00E00097"/>
    <w:rsid w:val="00E033F2"/>
    <w:rsid w:val="00E04B88"/>
    <w:rsid w:val="00E218DB"/>
    <w:rsid w:val="00E32359"/>
    <w:rsid w:val="00E32C74"/>
    <w:rsid w:val="00E33DD7"/>
    <w:rsid w:val="00E34199"/>
    <w:rsid w:val="00E3589D"/>
    <w:rsid w:val="00E3632C"/>
    <w:rsid w:val="00E4290A"/>
    <w:rsid w:val="00E43032"/>
    <w:rsid w:val="00E449F9"/>
    <w:rsid w:val="00E5128B"/>
    <w:rsid w:val="00E5217E"/>
    <w:rsid w:val="00E578E9"/>
    <w:rsid w:val="00E617FC"/>
    <w:rsid w:val="00E6529E"/>
    <w:rsid w:val="00E66445"/>
    <w:rsid w:val="00E66B79"/>
    <w:rsid w:val="00E66CCA"/>
    <w:rsid w:val="00E745C5"/>
    <w:rsid w:val="00E80452"/>
    <w:rsid w:val="00E8049E"/>
    <w:rsid w:val="00E83099"/>
    <w:rsid w:val="00E920CF"/>
    <w:rsid w:val="00E94647"/>
    <w:rsid w:val="00EA598F"/>
    <w:rsid w:val="00EB3D68"/>
    <w:rsid w:val="00EC0C26"/>
    <w:rsid w:val="00EC0FF3"/>
    <w:rsid w:val="00EC161C"/>
    <w:rsid w:val="00EC4EAD"/>
    <w:rsid w:val="00EC53D7"/>
    <w:rsid w:val="00ED4917"/>
    <w:rsid w:val="00ED777F"/>
    <w:rsid w:val="00EE1845"/>
    <w:rsid w:val="00EF127F"/>
    <w:rsid w:val="00EF190B"/>
    <w:rsid w:val="00EF4EA8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68B9"/>
    <w:rsid w:val="00F47712"/>
    <w:rsid w:val="00F47A9E"/>
    <w:rsid w:val="00F60ECA"/>
    <w:rsid w:val="00F658E0"/>
    <w:rsid w:val="00F718C8"/>
    <w:rsid w:val="00F728A4"/>
    <w:rsid w:val="00F73150"/>
    <w:rsid w:val="00F759CE"/>
    <w:rsid w:val="00F82265"/>
    <w:rsid w:val="00F8327A"/>
    <w:rsid w:val="00F843BF"/>
    <w:rsid w:val="00F90BD5"/>
    <w:rsid w:val="00F91EB5"/>
    <w:rsid w:val="00F92F66"/>
    <w:rsid w:val="00FA4C15"/>
    <w:rsid w:val="00FB2285"/>
    <w:rsid w:val="00FB6818"/>
    <w:rsid w:val="00FB6A94"/>
    <w:rsid w:val="00FC41DD"/>
    <w:rsid w:val="00FC4E04"/>
    <w:rsid w:val="00FC5DE3"/>
    <w:rsid w:val="00FC74BB"/>
    <w:rsid w:val="00FC7B45"/>
    <w:rsid w:val="00FC7BB3"/>
    <w:rsid w:val="00FD0AC5"/>
    <w:rsid w:val="00FD0EEE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1"/>
    <w:basedOn w:val="Normal"/>
    <w:uiPriority w:val="99"/>
    <w:rsid w:val="00420B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5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1159</TotalTime>
  <Pages>1</Pages>
  <Words>735</Words>
  <Characters>4194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62</cp:revision>
  <cp:lastPrinted>2016-01-20T05:05:00Z</cp:lastPrinted>
  <dcterms:created xsi:type="dcterms:W3CDTF">2015-01-21T15:24:00Z</dcterms:created>
  <dcterms:modified xsi:type="dcterms:W3CDTF">2016-01-21T05:40:00Z</dcterms:modified>
</cp:coreProperties>
</file>